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4D38EE" w:rsidRPr="00887146" w:rsidRDefault="004D38EE" w:rsidP="002F6D8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87146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spellStart"/>
      <w:r w:rsidRPr="00887146">
        <w:rPr>
          <w:rFonts w:ascii="Corbel" w:hAnsi="Corbel"/>
          <w:bCs/>
          <w:i/>
          <w:sz w:val="24"/>
          <w:szCs w:val="24"/>
        </w:rPr>
        <w:t>UR</w:t>
      </w:r>
      <w:proofErr w:type="spellEnd"/>
      <w:r w:rsidRPr="00887146">
        <w:rPr>
          <w:rFonts w:ascii="Corbel" w:hAnsi="Corbel"/>
          <w:bCs/>
          <w:i/>
          <w:sz w:val="24"/>
          <w:szCs w:val="24"/>
        </w:rPr>
        <w:t xml:space="preserve">  nr 12/2019</w:t>
      </w:r>
    </w:p>
    <w:p w14:paraId="598A8AA9" w14:textId="77777777" w:rsidR="004D38EE" w:rsidRPr="00887146" w:rsidRDefault="004D38EE" w:rsidP="002F6D8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87146">
        <w:rPr>
          <w:rFonts w:ascii="Corbel" w:hAnsi="Corbel"/>
          <w:b/>
          <w:smallCaps/>
          <w:sz w:val="24"/>
          <w:szCs w:val="24"/>
        </w:rPr>
        <w:t>SYLABUS</w:t>
      </w:r>
    </w:p>
    <w:p w14:paraId="5278EEE9" w14:textId="77777777" w:rsidR="004D38EE" w:rsidRPr="00887146" w:rsidRDefault="004D38EE" w:rsidP="002F6D8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b/>
          <w:smallCaps/>
          <w:sz w:val="24"/>
          <w:szCs w:val="24"/>
        </w:rPr>
        <w:t>dotyczy cyklu kształcenia</w:t>
      </w:r>
      <w:r w:rsidRPr="00887146">
        <w:rPr>
          <w:rFonts w:ascii="Corbel" w:hAnsi="Corbel"/>
          <w:i/>
          <w:smallCaps/>
          <w:sz w:val="24"/>
          <w:szCs w:val="24"/>
        </w:rPr>
        <w:t xml:space="preserve"> 2020-2022 </w:t>
      </w:r>
    </w:p>
    <w:p w14:paraId="137E922A" w14:textId="77777777" w:rsidR="004D38EE" w:rsidRPr="00887146" w:rsidRDefault="004D38EE" w:rsidP="002F6D87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887146">
        <w:rPr>
          <w:rFonts w:ascii="Corbel" w:hAnsi="Corbel"/>
          <w:sz w:val="20"/>
          <w:szCs w:val="20"/>
        </w:rPr>
        <w:t>Rok akademicki   2020/2021</w:t>
      </w:r>
    </w:p>
    <w:p w14:paraId="672A6659" w14:textId="77777777" w:rsidR="004D38EE" w:rsidRPr="00887146" w:rsidRDefault="004D38EE" w:rsidP="002F6D87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887146" w:rsidRDefault="0071620A" w:rsidP="002F6D87">
      <w:pPr>
        <w:pStyle w:val="Punktygwne"/>
        <w:spacing w:before="0" w:after="0"/>
        <w:rPr>
          <w:rFonts w:ascii="Corbel" w:hAnsi="Corbel"/>
          <w:color w:val="0070C0"/>
          <w:szCs w:val="24"/>
          <w:lang w:val="uk-UA"/>
        </w:rPr>
      </w:pPr>
      <w:r w:rsidRPr="00887146">
        <w:rPr>
          <w:rFonts w:ascii="Corbel" w:hAnsi="Corbel"/>
          <w:szCs w:val="24"/>
        </w:rPr>
        <w:t xml:space="preserve">1. </w:t>
      </w:r>
      <w:r w:rsidR="0085747A" w:rsidRPr="00887146">
        <w:rPr>
          <w:rFonts w:ascii="Corbel" w:hAnsi="Corbel"/>
          <w:szCs w:val="24"/>
        </w:rPr>
        <w:t xml:space="preserve">Podstawowe </w:t>
      </w:r>
      <w:r w:rsidR="00475C3C" w:rsidRPr="00887146">
        <w:rPr>
          <w:rFonts w:ascii="Corbel" w:hAnsi="Corbel"/>
          <w:szCs w:val="24"/>
        </w:rPr>
        <w:t>informacje o przedmiocie</w:t>
      </w: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887146" w14:paraId="3FA7AACD" w14:textId="77777777" w:rsidTr="00887146">
        <w:tc>
          <w:tcPr>
            <w:tcW w:w="2694" w:type="dxa"/>
            <w:vAlign w:val="center"/>
          </w:tcPr>
          <w:p w14:paraId="59701564" w14:textId="77777777" w:rsidR="0085747A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uk-UA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0E8127" w14:textId="77777777" w:rsidR="0085747A" w:rsidRPr="00887146" w:rsidRDefault="00370C45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Międzynarodowy system walutowy</w:t>
            </w:r>
          </w:p>
        </w:tc>
      </w:tr>
      <w:tr w:rsidR="0085747A" w:rsidRPr="00887146" w14:paraId="01524D1D" w14:textId="77777777" w:rsidTr="00887146">
        <w:tc>
          <w:tcPr>
            <w:tcW w:w="2694" w:type="dxa"/>
            <w:vAlign w:val="center"/>
          </w:tcPr>
          <w:p w14:paraId="1477BD15" w14:textId="77777777" w:rsidR="0085747A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1AC26DD5" w14:textId="77777777" w:rsidR="0085747A" w:rsidRPr="00887146" w:rsidRDefault="00E95396" w:rsidP="002F6D87">
            <w:pPr>
              <w:spacing w:line="240" w:lineRule="auto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87146">
              <w:rPr>
                <w:rFonts w:ascii="Corbel" w:hAnsi="Corbel" w:cs="Calibri"/>
                <w:color w:val="000000"/>
                <w:sz w:val="24"/>
                <w:szCs w:val="24"/>
              </w:rPr>
              <w:t>E/II/</w:t>
            </w:r>
            <w:proofErr w:type="spellStart"/>
            <w:r w:rsidRPr="00887146">
              <w:rPr>
                <w:rFonts w:ascii="Corbel" w:hAnsi="Corbel" w:cs="Calibri"/>
                <w:color w:val="000000"/>
                <w:sz w:val="24"/>
                <w:szCs w:val="24"/>
              </w:rPr>
              <w:t>EP</w:t>
            </w:r>
            <w:proofErr w:type="spellEnd"/>
            <w:r w:rsidRPr="00887146">
              <w:rPr>
                <w:rFonts w:ascii="Corbel" w:hAnsi="Corbel" w:cs="Calibri"/>
                <w:color w:val="000000"/>
                <w:sz w:val="24"/>
                <w:szCs w:val="24"/>
              </w:rPr>
              <w:t>/C.4</w:t>
            </w:r>
          </w:p>
        </w:tc>
      </w:tr>
      <w:tr w:rsidR="0085747A" w:rsidRPr="00887146" w14:paraId="4E2F8C33" w14:textId="77777777" w:rsidTr="00887146">
        <w:tc>
          <w:tcPr>
            <w:tcW w:w="2694" w:type="dxa"/>
            <w:vAlign w:val="center"/>
          </w:tcPr>
          <w:p w14:paraId="19552E28" w14:textId="77777777" w:rsidR="0085747A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N</w:t>
            </w:r>
            <w:r w:rsidR="0085747A" w:rsidRPr="00887146">
              <w:rPr>
                <w:rFonts w:ascii="Corbel" w:hAnsi="Corbel"/>
                <w:sz w:val="24"/>
                <w:szCs w:val="24"/>
              </w:rPr>
              <w:t>azwa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887146" w:rsidRDefault="00475C3C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D38EE" w:rsidRPr="00887146" w14:paraId="729EEB71" w14:textId="77777777" w:rsidTr="00887146">
        <w:tc>
          <w:tcPr>
            <w:tcW w:w="2694" w:type="dxa"/>
            <w:vAlign w:val="center"/>
          </w:tcPr>
          <w:p w14:paraId="0A39E105" w14:textId="77777777" w:rsidR="004D38EE" w:rsidRPr="00887146" w:rsidRDefault="004D38EE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D38EE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87146" w14:paraId="048482E6" w14:textId="77777777" w:rsidTr="00887146">
        <w:tc>
          <w:tcPr>
            <w:tcW w:w="2694" w:type="dxa"/>
            <w:vAlign w:val="center"/>
          </w:tcPr>
          <w:p w14:paraId="4B835047" w14:textId="77777777" w:rsidR="0085747A" w:rsidRPr="00887146" w:rsidRDefault="0085747A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887146" w:rsidRDefault="002F7607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887146">
              <w:rPr>
                <w:rFonts w:ascii="Corbel" w:hAnsi="Corbel"/>
                <w:b w:val="0"/>
                <w:sz w:val="24"/>
                <w:szCs w:val="24"/>
                <w:lang w:val="en-GB"/>
              </w:rPr>
              <w:t>Ekonomia</w:t>
            </w:r>
            <w:proofErr w:type="spellEnd"/>
          </w:p>
        </w:tc>
      </w:tr>
      <w:tr w:rsidR="00475C3C" w:rsidRPr="00887146" w14:paraId="055D634D" w14:textId="77777777" w:rsidTr="00887146">
        <w:tc>
          <w:tcPr>
            <w:tcW w:w="2694" w:type="dxa"/>
            <w:vAlign w:val="center"/>
          </w:tcPr>
          <w:p w14:paraId="448A1CED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475C3C" w:rsidRPr="00887146" w:rsidRDefault="004D38EE" w:rsidP="002F6D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475C3C" w:rsidRPr="00887146" w14:paraId="3A488BE5" w14:textId="77777777" w:rsidTr="00887146">
        <w:tc>
          <w:tcPr>
            <w:tcW w:w="2694" w:type="dxa"/>
            <w:vAlign w:val="center"/>
          </w:tcPr>
          <w:p w14:paraId="04C0481C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75C3C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8714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75C3C" w:rsidRPr="0088714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475C3C" w:rsidRPr="00887146" w14:paraId="5C70B2EB" w14:textId="77777777" w:rsidTr="00887146">
        <w:tc>
          <w:tcPr>
            <w:tcW w:w="2694" w:type="dxa"/>
            <w:vAlign w:val="center"/>
          </w:tcPr>
          <w:p w14:paraId="7C3992E0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475C3C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75C3C" w:rsidRPr="0088714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75C3C" w:rsidRPr="00887146" w14:paraId="0B64DE3C" w14:textId="77777777" w:rsidTr="00887146">
        <w:tc>
          <w:tcPr>
            <w:tcW w:w="2694" w:type="dxa"/>
            <w:vAlign w:val="center"/>
          </w:tcPr>
          <w:p w14:paraId="393EE506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1A4704F" w14:textId="77777777" w:rsidR="00475C3C" w:rsidRPr="00887146" w:rsidRDefault="00370C45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475C3C" w:rsidRPr="00887146" w14:paraId="2724D578" w14:textId="77777777" w:rsidTr="00887146">
        <w:tc>
          <w:tcPr>
            <w:tcW w:w="2694" w:type="dxa"/>
            <w:vAlign w:val="center"/>
          </w:tcPr>
          <w:p w14:paraId="5863A118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475C3C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ru-RU"/>
              </w:rPr>
              <w:t>S</w:t>
            </w:r>
            <w:r w:rsidR="00370C45" w:rsidRPr="00887146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ru-RU"/>
              </w:rPr>
              <w:t>pecjalnościowy</w:t>
            </w:r>
          </w:p>
        </w:tc>
      </w:tr>
      <w:tr w:rsidR="00475C3C" w:rsidRPr="00887146" w14:paraId="2786482B" w14:textId="77777777" w:rsidTr="00887146">
        <w:tc>
          <w:tcPr>
            <w:tcW w:w="2694" w:type="dxa"/>
            <w:vAlign w:val="center"/>
          </w:tcPr>
          <w:p w14:paraId="13A990D4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75C3C" w:rsidRPr="00887146" w:rsidRDefault="00475C3C" w:rsidP="002F6D87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bCs/>
                <w:sz w:val="24"/>
                <w:szCs w:val="24"/>
              </w:rPr>
              <w:t>polski</w:t>
            </w:r>
          </w:p>
        </w:tc>
      </w:tr>
      <w:tr w:rsidR="00475C3C" w:rsidRPr="00887146" w14:paraId="3CBA95C7" w14:textId="77777777" w:rsidTr="00887146">
        <w:tc>
          <w:tcPr>
            <w:tcW w:w="2694" w:type="dxa"/>
            <w:vAlign w:val="center"/>
          </w:tcPr>
          <w:p w14:paraId="69C2AF6E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5B1739" w14:textId="77777777" w:rsidR="00475C3C" w:rsidRPr="00887146" w:rsidRDefault="00475C3C" w:rsidP="002F6D8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zw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dr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Heorhiy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Cherevko</w:t>
            </w:r>
            <w:proofErr w:type="spellEnd"/>
          </w:p>
        </w:tc>
      </w:tr>
      <w:tr w:rsidR="00475C3C" w:rsidRPr="00887146" w14:paraId="3BED3374" w14:textId="77777777" w:rsidTr="00887146">
        <w:tc>
          <w:tcPr>
            <w:tcW w:w="2694" w:type="dxa"/>
            <w:vAlign w:val="center"/>
          </w:tcPr>
          <w:p w14:paraId="471FE442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3DE0C7" w14:textId="77777777" w:rsidR="00475C3C" w:rsidRPr="00887146" w:rsidRDefault="00475C3C" w:rsidP="002F6D8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zw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dr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Heorhiy</w:t>
            </w:r>
            <w:proofErr w:type="spellEnd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Cherevko</w:t>
            </w:r>
            <w:proofErr w:type="spellEnd"/>
          </w:p>
        </w:tc>
      </w:tr>
    </w:tbl>
    <w:p w14:paraId="0A37501D" w14:textId="77777777" w:rsidR="00923D7D" w:rsidRPr="00887146" w:rsidRDefault="00923D7D" w:rsidP="002F6D87">
      <w:pPr>
        <w:pStyle w:val="Podpunkty"/>
        <w:ind w:left="0"/>
        <w:rPr>
          <w:rFonts w:ascii="Corbel" w:hAnsi="Corbel"/>
          <w:sz w:val="24"/>
          <w:szCs w:val="24"/>
          <w:lang w:val="en-US"/>
        </w:rPr>
      </w:pPr>
    </w:p>
    <w:p w14:paraId="7E0A0F74" w14:textId="77777777" w:rsidR="0085747A" w:rsidRPr="00887146" w:rsidRDefault="0085747A" w:rsidP="002F6D87">
      <w:pPr>
        <w:pStyle w:val="Podpunkty"/>
        <w:ind w:left="284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sz w:val="24"/>
          <w:szCs w:val="24"/>
        </w:rPr>
        <w:t>1.</w:t>
      </w:r>
      <w:r w:rsidR="00E22FBC" w:rsidRPr="00887146">
        <w:rPr>
          <w:rFonts w:ascii="Corbel" w:hAnsi="Corbel"/>
          <w:sz w:val="24"/>
          <w:szCs w:val="24"/>
        </w:rPr>
        <w:t>1</w:t>
      </w:r>
      <w:r w:rsidRPr="00887146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887146">
        <w:rPr>
          <w:rFonts w:ascii="Corbel" w:hAnsi="Corbel"/>
          <w:sz w:val="24"/>
          <w:szCs w:val="24"/>
        </w:rPr>
        <w:t>ECTS</w:t>
      </w:r>
      <w:proofErr w:type="spellEnd"/>
      <w:r w:rsidRPr="00887146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923D7D" w:rsidRPr="00887146" w:rsidRDefault="00923D7D" w:rsidP="002F6D8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87146" w14:paraId="6B53DC6D" w14:textId="77777777" w:rsidTr="004D38E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887146" w:rsidRDefault="002B5EA0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(</w:t>
            </w:r>
            <w:r w:rsidR="00363F78" w:rsidRPr="0088714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AB22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Wykł</w:t>
            </w:r>
            <w:proofErr w:type="spellEnd"/>
            <w:r w:rsidRPr="008871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369B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DADA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Konw</w:t>
            </w:r>
            <w:proofErr w:type="spellEnd"/>
            <w:r w:rsidRPr="008871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E05A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Sem</w:t>
            </w:r>
            <w:proofErr w:type="spellEnd"/>
            <w:r w:rsidRPr="008871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E3D2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399F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7146">
              <w:rPr>
                <w:rFonts w:ascii="Corbel" w:hAnsi="Corbel"/>
                <w:szCs w:val="24"/>
              </w:rPr>
              <w:t>Prakt</w:t>
            </w:r>
            <w:proofErr w:type="spellEnd"/>
            <w:r w:rsidRPr="008871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1B43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295F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87146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887146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887146" w14:paraId="3F474703" w14:textId="77777777" w:rsidTr="004D38E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887146" w:rsidRDefault="00B04FE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887146" w:rsidRDefault="00B04FE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751B" w14:textId="77777777" w:rsidR="00015B8F" w:rsidRPr="00887146" w:rsidRDefault="00B04FE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887146" w:rsidRDefault="00923D7D" w:rsidP="002F6D8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887146" w:rsidRDefault="0085747A" w:rsidP="002F6D8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>1.</w:t>
      </w:r>
      <w:r w:rsidR="00E22FBC" w:rsidRPr="00887146">
        <w:rPr>
          <w:rFonts w:ascii="Corbel" w:hAnsi="Corbel"/>
          <w:smallCaps w:val="0"/>
          <w:szCs w:val="24"/>
        </w:rPr>
        <w:t>2</w:t>
      </w:r>
      <w:r w:rsidR="00F83B28" w:rsidRPr="00887146">
        <w:rPr>
          <w:rFonts w:ascii="Corbel" w:hAnsi="Corbel"/>
          <w:smallCaps w:val="0"/>
          <w:szCs w:val="24"/>
        </w:rPr>
        <w:t>.</w:t>
      </w:r>
      <w:r w:rsidR="00F83B28" w:rsidRPr="00887146">
        <w:rPr>
          <w:rFonts w:ascii="Corbel" w:hAnsi="Corbel"/>
          <w:smallCaps w:val="0"/>
          <w:szCs w:val="24"/>
        </w:rPr>
        <w:tab/>
      </w:r>
      <w:r w:rsidRPr="00887146">
        <w:rPr>
          <w:rFonts w:ascii="Corbel" w:hAnsi="Corbel"/>
          <w:smallCaps w:val="0"/>
          <w:szCs w:val="24"/>
        </w:rPr>
        <w:t xml:space="preserve">Sposób realizacji zajęć  </w:t>
      </w:r>
    </w:p>
    <w:p w14:paraId="73F56128" w14:textId="77777777" w:rsidR="004D38EE" w:rsidRPr="00887146" w:rsidRDefault="004D38EE" w:rsidP="002F6D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887146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887146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887146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8871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4D38EE" w:rsidRPr="00887146" w:rsidRDefault="004D38EE" w:rsidP="002F6D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146">
        <w:rPr>
          <w:rFonts w:ascii="MS Gothic" w:eastAsia="MS Gothic" w:hAnsi="MS Gothic" w:cs="MS Gothic" w:hint="eastAsia"/>
          <w:b w:val="0"/>
          <w:szCs w:val="24"/>
        </w:rPr>
        <w:t>☐</w:t>
      </w:r>
      <w:r w:rsidRPr="0088714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887146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44EAFD9C" w14:textId="77777777" w:rsidR="004D38EE" w:rsidRPr="00887146" w:rsidRDefault="004D38EE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408DFE" w14:textId="77777777" w:rsidR="003C5B7B" w:rsidRPr="00887146" w:rsidRDefault="00E22FBC" w:rsidP="002F6D87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>Form</w:t>
      </w:r>
      <w:r w:rsidR="000476E0" w:rsidRPr="00887146">
        <w:rPr>
          <w:rFonts w:ascii="Corbel" w:hAnsi="Corbel"/>
          <w:smallCaps w:val="0"/>
          <w:szCs w:val="24"/>
        </w:rPr>
        <w:t xml:space="preserve">a zaliczenia przedmiotu </w:t>
      </w:r>
      <w:r w:rsidRPr="00887146">
        <w:rPr>
          <w:rFonts w:ascii="Corbel" w:hAnsi="Corbel"/>
          <w:smallCaps w:val="0"/>
          <w:szCs w:val="24"/>
        </w:rPr>
        <w:t xml:space="preserve">(z toku) </w:t>
      </w:r>
    </w:p>
    <w:p w14:paraId="6BB0E224" w14:textId="77777777" w:rsidR="0067697D" w:rsidRPr="00887146" w:rsidRDefault="004D38EE" w:rsidP="002F6D87">
      <w:pPr>
        <w:pStyle w:val="Punktygwne"/>
        <w:spacing w:before="0" w:after="0"/>
        <w:ind w:left="360" w:firstLine="348"/>
        <w:rPr>
          <w:rFonts w:ascii="Corbel" w:hAnsi="Corbel"/>
          <w:b w:val="0"/>
          <w:szCs w:val="24"/>
        </w:rPr>
      </w:pPr>
      <w:r w:rsidRPr="00887146">
        <w:rPr>
          <w:rFonts w:ascii="Corbel" w:hAnsi="Corbel"/>
          <w:b w:val="0"/>
          <w:smallCaps w:val="0"/>
          <w:szCs w:val="24"/>
        </w:rPr>
        <w:t>Z</w:t>
      </w:r>
      <w:r w:rsidR="0067697D" w:rsidRPr="00887146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E22FBC" w:rsidRPr="00887146" w:rsidRDefault="00E22FBC" w:rsidP="002F6D87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1F50986" w14:textId="77777777" w:rsidR="00923D7D" w:rsidRPr="00887146" w:rsidRDefault="0085747A" w:rsidP="002F6D87">
      <w:pPr>
        <w:pStyle w:val="Punktygwne"/>
        <w:spacing w:before="0" w:after="0"/>
        <w:rPr>
          <w:rFonts w:ascii="Corbel" w:hAnsi="Corbel"/>
          <w:szCs w:val="24"/>
          <w:lang w:val="uk-UA"/>
        </w:rPr>
      </w:pPr>
      <w:r w:rsidRPr="00887146">
        <w:rPr>
          <w:rFonts w:ascii="Corbel" w:hAnsi="Corbel"/>
          <w:szCs w:val="24"/>
        </w:rPr>
        <w:t xml:space="preserve">2.Wymagania wstępne </w:t>
      </w:r>
      <w:r w:rsidR="006525CB" w:rsidRPr="00887146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7146" w14:paraId="6180A5D3" w14:textId="77777777" w:rsidTr="19B7C8D7">
        <w:tc>
          <w:tcPr>
            <w:tcW w:w="9670" w:type="dxa"/>
          </w:tcPr>
          <w:p w14:paraId="462841F3" w14:textId="723B85A1" w:rsidR="0085747A" w:rsidRPr="00887146" w:rsidRDefault="00036B56" w:rsidP="002F6D87">
            <w:pPr>
              <w:pStyle w:val="Punktygwne"/>
              <w:spacing w:before="40" w:after="40"/>
              <w:rPr>
                <w:rFonts w:ascii="Corbel" w:hAnsi="Corbel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Znajomość zagadnień za zakresu mikroekonomii i makroekonomii, historii gospodarki, myśli ekonomicznej</w:t>
            </w:r>
            <w:r w:rsidR="3E6FC8D3" w:rsidRPr="00887146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887146">
              <w:rPr>
                <w:rFonts w:ascii="Corbel" w:hAnsi="Corbel"/>
                <w:b w:val="0"/>
                <w:smallCaps w:val="0"/>
              </w:rPr>
              <w:t>ekonomii mi</w:t>
            </w:r>
            <w:r w:rsidR="0090744B" w:rsidRPr="00887146">
              <w:rPr>
                <w:rFonts w:ascii="Corbel" w:hAnsi="Corbel"/>
                <w:b w:val="0"/>
                <w:smallCaps w:val="0"/>
              </w:rPr>
              <w:t>ę</w:t>
            </w:r>
            <w:r w:rsidRPr="00887146">
              <w:rPr>
                <w:rFonts w:ascii="Corbel" w:hAnsi="Corbel"/>
                <w:b w:val="0"/>
                <w:smallCaps w:val="0"/>
              </w:rPr>
              <w:t>dzynarodowej.</w:t>
            </w:r>
            <w:r w:rsidRPr="0088714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</w:t>
            </w:r>
            <w:r w:rsidRPr="00887146">
              <w:rPr>
                <w:rFonts w:ascii="Corbel" w:hAnsi="Corbel"/>
                <w:b w:val="0"/>
                <w:smallCaps w:val="0"/>
              </w:rPr>
              <w:t xml:space="preserve">iedza na temat zjawisk i procesów </w:t>
            </w:r>
            <w:r w:rsidRPr="00887146">
              <w:rPr>
                <w:rFonts w:ascii="Corbel" w:hAnsi="Corbel"/>
                <w:b w:val="0"/>
                <w:smallCaps w:val="0"/>
                <w:color w:val="000000" w:themeColor="text1"/>
              </w:rPr>
              <w:t>ze sfery waluty, kursów walutowych i ich regulowania</w:t>
            </w:r>
            <w:r w:rsidRPr="00887146">
              <w:rPr>
                <w:rFonts w:ascii="Corbel" w:hAnsi="Corbel"/>
              </w:rPr>
              <w:t>.</w:t>
            </w:r>
          </w:p>
        </w:tc>
      </w:tr>
    </w:tbl>
    <w:p w14:paraId="3DEEC669" w14:textId="77777777" w:rsidR="00153C41" w:rsidRPr="00887146" w:rsidRDefault="00153C41" w:rsidP="002F6D87">
      <w:pPr>
        <w:pStyle w:val="Punktygwne"/>
        <w:spacing w:before="0" w:after="0"/>
        <w:rPr>
          <w:rFonts w:ascii="Corbel" w:hAnsi="Corbel"/>
          <w:szCs w:val="24"/>
        </w:rPr>
      </w:pPr>
    </w:p>
    <w:p w14:paraId="5669AA59" w14:textId="644526A9" w:rsidR="19B7C8D7" w:rsidRPr="00887146" w:rsidRDefault="19B7C8D7" w:rsidP="002F6D87">
      <w:pPr>
        <w:pStyle w:val="Punktygwne"/>
        <w:spacing w:before="0" w:after="0"/>
        <w:rPr>
          <w:rFonts w:ascii="Corbel" w:hAnsi="Corbel"/>
        </w:rPr>
      </w:pPr>
    </w:p>
    <w:p w14:paraId="3FA71A51" w14:textId="32EF39A4" w:rsidR="19B7C8D7" w:rsidRPr="00887146" w:rsidRDefault="19B7C8D7" w:rsidP="002F6D87">
      <w:pPr>
        <w:pStyle w:val="Punktygwne"/>
        <w:spacing w:before="0" w:after="0"/>
        <w:rPr>
          <w:rFonts w:ascii="Corbel" w:hAnsi="Corbel"/>
        </w:rPr>
      </w:pPr>
    </w:p>
    <w:p w14:paraId="76505FC4" w14:textId="7CFC5FCD" w:rsidR="19B7C8D7" w:rsidRPr="00887146" w:rsidRDefault="19B7C8D7" w:rsidP="002F6D87">
      <w:pPr>
        <w:pStyle w:val="Punktygwne"/>
        <w:spacing w:before="0" w:after="0"/>
        <w:rPr>
          <w:rFonts w:ascii="Corbel" w:hAnsi="Corbel"/>
        </w:rPr>
      </w:pPr>
    </w:p>
    <w:p w14:paraId="5EC5EF65" w14:textId="147914B3" w:rsidR="19B7C8D7" w:rsidRPr="00887146" w:rsidRDefault="19B7C8D7" w:rsidP="002F6D87">
      <w:pPr>
        <w:pStyle w:val="Punktygwne"/>
        <w:spacing w:before="0" w:after="0"/>
        <w:rPr>
          <w:rFonts w:ascii="Corbel" w:hAnsi="Corbel"/>
        </w:rPr>
      </w:pPr>
    </w:p>
    <w:p w14:paraId="143DBC0D" w14:textId="66E26918" w:rsidR="19B7C8D7" w:rsidRPr="00887146" w:rsidRDefault="19B7C8D7" w:rsidP="002F6D87">
      <w:pPr>
        <w:pStyle w:val="Punktygwne"/>
        <w:spacing w:before="0" w:after="0"/>
        <w:rPr>
          <w:rFonts w:ascii="Corbel" w:hAnsi="Corbel"/>
        </w:rPr>
      </w:pPr>
    </w:p>
    <w:p w14:paraId="2A496141" w14:textId="3F3C781B" w:rsidR="19B7C8D7" w:rsidRPr="00887146" w:rsidRDefault="19B7C8D7" w:rsidP="002F6D87">
      <w:pPr>
        <w:pStyle w:val="Punktygwne"/>
        <w:spacing w:before="0" w:after="0"/>
        <w:rPr>
          <w:rFonts w:ascii="Corbel" w:hAnsi="Corbel"/>
        </w:rPr>
      </w:pPr>
    </w:p>
    <w:p w14:paraId="7DB6D4EE" w14:textId="77777777" w:rsidR="000476E0" w:rsidRPr="00887146" w:rsidRDefault="0071620A" w:rsidP="002F6D87">
      <w:pPr>
        <w:pStyle w:val="Punktygwne"/>
        <w:spacing w:before="0" w:after="0"/>
        <w:rPr>
          <w:rFonts w:ascii="Corbel" w:hAnsi="Corbel"/>
          <w:szCs w:val="24"/>
        </w:rPr>
      </w:pPr>
      <w:r w:rsidRPr="00887146">
        <w:rPr>
          <w:rFonts w:ascii="Corbel" w:hAnsi="Corbel"/>
          <w:szCs w:val="24"/>
        </w:rPr>
        <w:t>3.</w:t>
      </w:r>
      <w:r w:rsidR="0085747A" w:rsidRPr="00887146">
        <w:rPr>
          <w:rFonts w:ascii="Corbel" w:hAnsi="Corbel"/>
          <w:szCs w:val="24"/>
        </w:rPr>
        <w:t xml:space="preserve"> </w:t>
      </w:r>
      <w:r w:rsidR="000476E0" w:rsidRPr="00887146">
        <w:rPr>
          <w:rFonts w:ascii="Corbel" w:hAnsi="Corbel"/>
          <w:szCs w:val="24"/>
        </w:rPr>
        <w:t>cele, efekty uczenia się , treści Programowe i stosowane metody Dydaktyczne</w:t>
      </w:r>
    </w:p>
    <w:p w14:paraId="3656B9AB" w14:textId="77777777" w:rsidR="0085747A" w:rsidRPr="00887146" w:rsidRDefault="0085747A" w:rsidP="002F6D87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887146" w:rsidRDefault="0071620A" w:rsidP="002F6D87">
      <w:pPr>
        <w:pStyle w:val="Podpunkty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sz w:val="24"/>
          <w:szCs w:val="24"/>
        </w:rPr>
        <w:t xml:space="preserve">3.1 </w:t>
      </w:r>
      <w:r w:rsidR="000476E0" w:rsidRPr="00887146">
        <w:rPr>
          <w:rFonts w:ascii="Corbel" w:hAnsi="Corbel"/>
          <w:sz w:val="24"/>
          <w:szCs w:val="24"/>
        </w:rPr>
        <w:t>Cele przedmiotu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580"/>
        <w:gridCol w:w="7050"/>
      </w:tblGrid>
      <w:tr w:rsidR="19B7C8D7" w:rsidRPr="00887146" w14:paraId="75DFB48D" w14:textId="77777777" w:rsidTr="19B7C8D7">
        <w:tc>
          <w:tcPr>
            <w:tcW w:w="2580" w:type="dxa"/>
          </w:tcPr>
          <w:p w14:paraId="4BA761CF" w14:textId="3C94BA47" w:rsidR="19B7C8D7" w:rsidRPr="00887146" w:rsidRDefault="19B7C8D7" w:rsidP="002F6D87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C1</w:t>
            </w:r>
          </w:p>
        </w:tc>
        <w:tc>
          <w:tcPr>
            <w:tcW w:w="7050" w:type="dxa"/>
          </w:tcPr>
          <w:p w14:paraId="7374C840" w14:textId="0A621655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Zapoznanie studentów z pojęciem  </w:t>
            </w:r>
            <w:r w:rsidR="14A56F6B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międzynarodowego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systemu walutowego,  historią oraz współczesnymi rozwiązaniami,  dotyczącymi międzynarodowych systemów walutowych, z głównymi modelami międzynarodowych systemów walutowych i ich ewolucją, wypracowanie u studentów umiejętności samodzielnej krytycznej oceny międzynarodowych systemów walutowych i typów kursów walutowych, stosowanych w </w:t>
            </w:r>
            <w:r w:rsidR="102F02D0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różne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okresy rozwoju gospodarki światowej, a także skuteczności ich funkcjonowania i perspektyw dalszej ewolucji.</w:t>
            </w:r>
          </w:p>
        </w:tc>
      </w:tr>
      <w:tr w:rsidR="19B7C8D7" w:rsidRPr="00887146" w14:paraId="5B9DF127" w14:textId="77777777" w:rsidTr="19B7C8D7">
        <w:tc>
          <w:tcPr>
            <w:tcW w:w="2580" w:type="dxa"/>
          </w:tcPr>
          <w:p w14:paraId="7B642A4D" w14:textId="6D5C71C7" w:rsidR="19B7C8D7" w:rsidRPr="00887146" w:rsidRDefault="19B7C8D7" w:rsidP="002F6D87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C2</w:t>
            </w:r>
          </w:p>
        </w:tc>
        <w:tc>
          <w:tcPr>
            <w:tcW w:w="7050" w:type="dxa"/>
          </w:tcPr>
          <w:p w14:paraId="756A3217" w14:textId="238E6DE6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Wypracowanie u studentów umiejętności samodzielnego twórczego myślenia drogą samodzielnego rozwiązywania praktycznych zadań, dotyczących obliczania 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kwot powstania różni­c kursowych za eksport i za import i ich opłacalności, wpływu dewaluacji, </w:t>
            </w:r>
            <w:r w:rsidR="72658C1B"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rewaluacji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, aprecjacji i deprecjacji, jak również inflacji na kursy walutowe, a także dotyczących kursów wzajemnych, krzyżowych, parytetowych, możliwych strat czy zysków od walutowych transakcji czy kontraktu w warunkach zmiany kursu etc.; 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motywowanie do formułowania własnych ocen i poglądów, kształtowanie umiejętności korzystania z literatury przedmiotu oraz jej krytycznej oceny</w:t>
            </w:r>
          </w:p>
        </w:tc>
      </w:tr>
    </w:tbl>
    <w:p w14:paraId="48655836" w14:textId="404099D0" w:rsidR="19B7C8D7" w:rsidRPr="00887146" w:rsidRDefault="19B7C8D7" w:rsidP="002F6D87">
      <w:pPr>
        <w:pStyle w:val="Podpunkty"/>
        <w:rPr>
          <w:rFonts w:ascii="Corbel" w:hAnsi="Corbel"/>
          <w:sz w:val="24"/>
          <w:szCs w:val="24"/>
        </w:rPr>
      </w:pPr>
    </w:p>
    <w:p w14:paraId="3DDEBA1D" w14:textId="596B3C8E" w:rsidR="002C5668" w:rsidRPr="00887146" w:rsidRDefault="002C5668" w:rsidP="002F6D87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  <w:r w:rsidRPr="00887146">
        <w:rPr>
          <w:rFonts w:ascii="Corbel" w:hAnsi="Corbel"/>
          <w:b/>
          <w:bCs/>
          <w:sz w:val="24"/>
          <w:szCs w:val="24"/>
        </w:rPr>
        <w:t>3.2 Efekty uczenia się dla przedmiotu</w:t>
      </w:r>
    </w:p>
    <w:p w14:paraId="01FEE9D5" w14:textId="77777777" w:rsidR="00887146" w:rsidRPr="00887146" w:rsidRDefault="00887146" w:rsidP="002F6D87">
      <w:pPr>
        <w:spacing w:after="0" w:line="240" w:lineRule="auto"/>
        <w:ind w:left="426"/>
        <w:rPr>
          <w:rFonts w:ascii="Corbel" w:hAnsi="Corbel"/>
          <w:b/>
          <w:sz w:val="24"/>
          <w:szCs w:val="24"/>
          <w:lang w:val="uk-UA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1412"/>
        <w:gridCol w:w="6380"/>
        <w:gridCol w:w="1847"/>
      </w:tblGrid>
      <w:tr w:rsidR="00887146" w:rsidRPr="00887146" w14:paraId="10B49023" w14:textId="77777777" w:rsidTr="00A84742">
        <w:tc>
          <w:tcPr>
            <w:tcW w:w="1412" w:type="dxa"/>
          </w:tcPr>
          <w:p w14:paraId="69C456C8" w14:textId="11A1F9D4" w:rsidR="00887146" w:rsidRPr="00887146" w:rsidRDefault="00887146" w:rsidP="002F6D87">
            <w:pPr>
              <w:spacing w:after="0" w:line="240" w:lineRule="auto"/>
              <w:ind w:left="32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  <w:t>EK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efekt uczenia się)</w:t>
            </w:r>
          </w:p>
        </w:tc>
        <w:tc>
          <w:tcPr>
            <w:tcW w:w="6380" w:type="dxa"/>
          </w:tcPr>
          <w:p w14:paraId="73BB3784" w14:textId="23EC9E73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Treść efektu kształcenia zdefiniowanego dla przedmiotu </w:t>
            </w:r>
          </w:p>
        </w:tc>
        <w:tc>
          <w:tcPr>
            <w:tcW w:w="1847" w:type="dxa"/>
            <w:vAlign w:val="center"/>
          </w:tcPr>
          <w:p w14:paraId="161F9C4E" w14:textId="2775320F" w:rsidR="00887146" w:rsidRPr="00887146" w:rsidRDefault="00887146" w:rsidP="002F6D87">
            <w:pPr>
              <w:spacing w:after="0" w:line="240" w:lineRule="auto"/>
              <w:ind w:firstLine="2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887146">
              <w:rPr>
                <w:rStyle w:val="Odwoa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887146" w:rsidRPr="00887146" w14:paraId="5306C738" w14:textId="77777777" w:rsidTr="00A84742">
        <w:tc>
          <w:tcPr>
            <w:tcW w:w="1412" w:type="dxa"/>
          </w:tcPr>
          <w:p w14:paraId="7B74E1EB" w14:textId="0E7F52D7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EK­_01</w:t>
            </w:r>
          </w:p>
        </w:tc>
        <w:tc>
          <w:tcPr>
            <w:tcW w:w="6380" w:type="dxa"/>
          </w:tcPr>
          <w:p w14:paraId="4A9FB3EC" w14:textId="0CE4A656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Zna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istotę międzynarodowego systemu walutowego (MSW) jako nauki, a także główne teorie kursu walutowego, kategorie, zasady, koncepcje i modele międzynarodowego systemu walutowego i konsekwencje ich stosowania, wyjaśniające funkcjonowanie rynku walutowego i gospodarki światowej i ich tendencje rozwojowe. </w:t>
            </w:r>
          </w:p>
        </w:tc>
        <w:tc>
          <w:tcPr>
            <w:tcW w:w="1847" w:type="dxa"/>
          </w:tcPr>
          <w:p w14:paraId="361EB425" w14:textId="00DA6A8C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K_W01</w:t>
            </w:r>
          </w:p>
          <w:p w14:paraId="3FA0961D" w14:textId="77D3FE4E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K_W02</w:t>
            </w:r>
          </w:p>
          <w:p w14:paraId="444955AE" w14:textId="1BEEDD95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K_W08</w:t>
            </w:r>
          </w:p>
          <w:p w14:paraId="704A1CF9" w14:textId="33610FD1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  <w:p w14:paraId="5F172FA2" w14:textId="36A6707B" w:rsidR="00887146" w:rsidRPr="00887146" w:rsidRDefault="00887146" w:rsidP="002F6D87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05E3201D" w14:textId="77777777" w:rsidTr="00A84742">
        <w:tc>
          <w:tcPr>
            <w:tcW w:w="1412" w:type="dxa"/>
          </w:tcPr>
          <w:p w14:paraId="3C662D11" w14:textId="06D6BD36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EK_02</w:t>
            </w:r>
          </w:p>
        </w:tc>
        <w:tc>
          <w:tcPr>
            <w:tcW w:w="6380" w:type="dxa"/>
          </w:tcPr>
          <w:p w14:paraId="0D880E2E" w14:textId="332AD2C5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>W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ymienia i opisuje podstawowe problemy procesów w międzynarodowym systemie walutowym  (wahania kursów walut i ich stabilność, wymienialność walut, inflacja, dewaluacja, zwiększanie się różnic pomiędzy siłą nabywczą różnych walut, stworzenie przesłanek rozwoju międzynarodowych powiązań gospodarczych). </w:t>
            </w:r>
          </w:p>
        </w:tc>
        <w:tc>
          <w:tcPr>
            <w:tcW w:w="1847" w:type="dxa"/>
          </w:tcPr>
          <w:p w14:paraId="21850608" w14:textId="433CFCE8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K_W03</w:t>
            </w:r>
          </w:p>
          <w:p w14:paraId="1E545FF6" w14:textId="4EFE8621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K_W04</w:t>
            </w:r>
          </w:p>
          <w:p w14:paraId="1213AA6E" w14:textId="2A36026A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2F866FF3" w14:textId="77777777" w:rsidTr="00A84742">
        <w:tc>
          <w:tcPr>
            <w:tcW w:w="1412" w:type="dxa"/>
          </w:tcPr>
          <w:p w14:paraId="6F1FC1CD" w14:textId="3E2C3571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EK_03</w:t>
            </w:r>
          </w:p>
        </w:tc>
        <w:tc>
          <w:tcPr>
            <w:tcW w:w="6380" w:type="dxa"/>
          </w:tcPr>
          <w:p w14:paraId="73802B83" w14:textId="7D9F0CF6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Rozumie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wzajemne powiązania i zależności między podstawowymi zjawiskami makroekonomicznymi i ich wpływ na procesy rozwojowe MSW w oparciu o podstawowe narzędzia analizy ekonomicznej oraz podstawowe modele i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główne międzynarodowe organizacje gospodarcze, dotyczące organizacji i funkcjonowania międzynarodowego systemu walutowego i rynków walutowych.</w:t>
            </w:r>
          </w:p>
        </w:tc>
        <w:tc>
          <w:tcPr>
            <w:tcW w:w="1847" w:type="dxa"/>
          </w:tcPr>
          <w:p w14:paraId="13E9EC7F" w14:textId="4322C61C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K_W06</w:t>
            </w:r>
          </w:p>
          <w:p w14:paraId="3BCE6ECF" w14:textId="0F008590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K_W07</w:t>
            </w:r>
          </w:p>
          <w:p w14:paraId="09A83AE9" w14:textId="4FBF1761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K_W09</w:t>
            </w:r>
          </w:p>
          <w:p w14:paraId="475C8525" w14:textId="75076D47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55FA20F" w14:textId="77777777" w:rsidTr="00A84742">
        <w:tc>
          <w:tcPr>
            <w:tcW w:w="1412" w:type="dxa"/>
          </w:tcPr>
          <w:p w14:paraId="32B7303E" w14:textId="11E59EF4" w:rsidR="00887146" w:rsidRPr="00887146" w:rsidRDefault="00887146" w:rsidP="002F6D87">
            <w:pPr>
              <w:pStyle w:val="Bezodstpw1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EK_04</w:t>
            </w:r>
          </w:p>
        </w:tc>
        <w:tc>
          <w:tcPr>
            <w:tcW w:w="6380" w:type="dxa"/>
          </w:tcPr>
          <w:p w14:paraId="0CF7F9D6" w14:textId="67EC013C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Potrafi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stosować podstawowe teorie kursu walutowego w interpretowaniu zjawisk społeczno-gospodarczych o charakterze </w:t>
            </w:r>
            <w:proofErr w:type="spell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wewnętrznoekonomicznym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</w:t>
            </w:r>
            <w:proofErr w:type="spell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zewnętrznoekonomicznym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, identyfikować ich przyczyny i skutki oraz przedstawiać opinię na temat podstawowych problemów, występujących w sferze działań gospodarczych w warunkach istnienia międzynarodowego systemu walutowego.</w:t>
            </w:r>
          </w:p>
        </w:tc>
        <w:tc>
          <w:tcPr>
            <w:tcW w:w="1847" w:type="dxa"/>
          </w:tcPr>
          <w:p w14:paraId="414EDE77" w14:textId="0639F374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K_U01</w:t>
            </w:r>
          </w:p>
          <w:p w14:paraId="61203CD3" w14:textId="7C53CA90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K_U02</w:t>
            </w:r>
          </w:p>
          <w:p w14:paraId="2EACF1A2" w14:textId="53065BE3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K_U04</w:t>
            </w:r>
          </w:p>
        </w:tc>
      </w:tr>
      <w:tr w:rsidR="00887146" w:rsidRPr="00887146" w14:paraId="69E28884" w14:textId="77777777" w:rsidTr="00A84742">
        <w:tc>
          <w:tcPr>
            <w:tcW w:w="1412" w:type="dxa"/>
          </w:tcPr>
          <w:p w14:paraId="3D557928" w14:textId="77D0D3B4" w:rsidR="00887146" w:rsidRPr="00887146" w:rsidRDefault="00887146" w:rsidP="002F6D87">
            <w:pPr>
              <w:pStyle w:val="Bezodstpw1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EK_05</w:t>
            </w:r>
          </w:p>
        </w:tc>
        <w:tc>
          <w:tcPr>
            <w:tcW w:w="6380" w:type="dxa"/>
          </w:tcPr>
          <w:p w14:paraId="3A04AE74" w14:textId="23E494F8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Umie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samodzielnie rozwiązywać praktyczne zadania, dotyczące obliczania kwot powstania różni­c kursowych za eksport i za import i ich opłacalności, wpływu dewaluacji, rewaluacji i inflacji na kursy walutowe, kursów wzajemnych, krzyżowych, parytetowych, możliwych strat czy zysków od transakcji czy kontraktu w warunkach zmiany kursu etc.</w:t>
            </w:r>
          </w:p>
        </w:tc>
        <w:tc>
          <w:tcPr>
            <w:tcW w:w="1847" w:type="dxa"/>
          </w:tcPr>
          <w:p w14:paraId="2F22A3E6" w14:textId="122F26C9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K_U05</w:t>
            </w:r>
          </w:p>
          <w:p w14:paraId="41892690" w14:textId="252F210F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C02ADC2" w14:textId="77777777" w:rsidTr="00A84742">
        <w:tc>
          <w:tcPr>
            <w:tcW w:w="1412" w:type="dxa"/>
          </w:tcPr>
          <w:p w14:paraId="21180EE7" w14:textId="27699E4B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EK_06</w:t>
            </w:r>
          </w:p>
        </w:tc>
        <w:tc>
          <w:tcPr>
            <w:tcW w:w="6380" w:type="dxa"/>
          </w:tcPr>
          <w:p w14:paraId="300EC828" w14:textId="3BBB1817" w:rsidR="00887146" w:rsidRPr="00887146" w:rsidRDefault="00A84742" w:rsidP="00A84742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Potrafi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oceniać różne perspektywy poznawcze międzynarodowych zjawisk gospodarczych w warunkach istnienia międzynarodowego systemu walutowego i formułować własne i zespołowe sądy, w tym – pisemne dotyczące międzynarodowych stosunków finansowych i walutowych, jako rezultaty pracy grupowej i debat, ze zróżnicowanymi kręgami </w:t>
            </w:r>
            <w:proofErr w:type="spell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steykholderów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, pracować w grupie, przyjmując współodpowiedzialność za zrealizowanie powierzonego zadania.</w:t>
            </w:r>
          </w:p>
        </w:tc>
        <w:tc>
          <w:tcPr>
            <w:tcW w:w="1847" w:type="dxa"/>
          </w:tcPr>
          <w:p w14:paraId="4B4E26CA" w14:textId="3B2E2CE3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K_U08</w:t>
            </w:r>
          </w:p>
          <w:p w14:paraId="403E9C07" w14:textId="79F6896B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K_U09</w:t>
            </w:r>
          </w:p>
          <w:p w14:paraId="403C2CB0" w14:textId="506FA287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K_U11</w:t>
            </w:r>
          </w:p>
          <w:p w14:paraId="05B69FF3" w14:textId="1C140AAD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2D8FCCF" w14:textId="77777777" w:rsidTr="00A84742">
        <w:tc>
          <w:tcPr>
            <w:tcW w:w="1412" w:type="dxa"/>
          </w:tcPr>
          <w:p w14:paraId="7F10028B" w14:textId="09D8BC4B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EK_07</w:t>
            </w:r>
          </w:p>
        </w:tc>
        <w:tc>
          <w:tcPr>
            <w:tcW w:w="6380" w:type="dxa"/>
          </w:tcPr>
          <w:p w14:paraId="5EFAC87C" w14:textId="40F7410A" w:rsidR="00887146" w:rsidRPr="00887146" w:rsidRDefault="00A84742" w:rsidP="00986DA5">
            <w:pPr>
              <w:pStyle w:val="Bezodstpw1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Potrafi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 procesie podejmowania decyzji gospodarczych o charakterze </w:t>
            </w:r>
            <w:proofErr w:type="spell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wewnętrznoekonomicznym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</w:t>
            </w:r>
            <w:proofErr w:type="spellStart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zewnętrznoekonomicznym</w:t>
            </w:r>
            <w:proofErr w:type="spellEnd"/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 podwyższać poziom wiedzy z kursu MSW</w:t>
            </w:r>
          </w:p>
        </w:tc>
        <w:tc>
          <w:tcPr>
            <w:tcW w:w="1847" w:type="dxa"/>
          </w:tcPr>
          <w:p w14:paraId="053BBE5D" w14:textId="29037AB6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K_U12</w:t>
            </w:r>
          </w:p>
          <w:p w14:paraId="7751AEAE" w14:textId="47EA5A9A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3D1DBA6B" w14:textId="77777777" w:rsidTr="00A84742">
        <w:tc>
          <w:tcPr>
            <w:tcW w:w="1412" w:type="dxa"/>
          </w:tcPr>
          <w:p w14:paraId="0BC7F6F0" w14:textId="2341F8BB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EK_08</w:t>
            </w:r>
          </w:p>
        </w:tc>
        <w:tc>
          <w:tcPr>
            <w:tcW w:w="6380" w:type="dxa"/>
          </w:tcPr>
          <w:p w14:paraId="57F99AA6" w14:textId="2AE06922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Jest gotów do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uznawania znaczenia wiedzy w rozwiązywaniu problemów, związanych z koniecznością uwzględnienia istnienia międzynarodowego systemu walutowego</w:t>
            </w:r>
          </w:p>
        </w:tc>
        <w:tc>
          <w:tcPr>
            <w:tcW w:w="1847" w:type="dxa"/>
          </w:tcPr>
          <w:p w14:paraId="125DB1F0" w14:textId="5FE36E2C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K_K02</w:t>
            </w:r>
          </w:p>
          <w:p w14:paraId="6B9E9C89" w14:textId="3FC5D6F7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</w:tbl>
    <w:p w14:paraId="4101652C" w14:textId="309E4BC8" w:rsidR="0085747A" w:rsidRPr="00887146" w:rsidRDefault="0085747A" w:rsidP="002F6D87">
      <w:pPr>
        <w:pStyle w:val="Punktygwne"/>
        <w:spacing w:before="0" w:after="0"/>
        <w:rPr>
          <w:rFonts w:ascii="Corbel" w:hAnsi="Corbel"/>
          <w:bCs/>
          <w:szCs w:val="24"/>
          <w:lang w:val="uk-UA"/>
        </w:rPr>
      </w:pPr>
    </w:p>
    <w:p w14:paraId="30A7CF1A" w14:textId="77777777" w:rsidR="0085747A" w:rsidRPr="00887146" w:rsidRDefault="00675843" w:rsidP="002F6D87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87146">
        <w:rPr>
          <w:rFonts w:ascii="Corbel" w:hAnsi="Corbel"/>
          <w:b/>
          <w:sz w:val="24"/>
          <w:szCs w:val="24"/>
        </w:rPr>
        <w:t>3.3</w:t>
      </w:r>
      <w:r w:rsidR="001D7B54" w:rsidRPr="00887146">
        <w:rPr>
          <w:rFonts w:ascii="Corbel" w:hAnsi="Corbel"/>
          <w:b/>
          <w:sz w:val="24"/>
          <w:szCs w:val="24"/>
        </w:rPr>
        <w:t xml:space="preserve"> </w:t>
      </w:r>
      <w:r w:rsidR="0085747A" w:rsidRPr="00887146">
        <w:rPr>
          <w:rFonts w:ascii="Corbel" w:hAnsi="Corbel"/>
          <w:b/>
          <w:sz w:val="24"/>
          <w:szCs w:val="24"/>
        </w:rPr>
        <w:t>T</w:t>
      </w:r>
      <w:r w:rsidR="001D7B54" w:rsidRPr="00887146">
        <w:rPr>
          <w:rFonts w:ascii="Corbel" w:hAnsi="Corbel"/>
          <w:b/>
          <w:sz w:val="24"/>
          <w:szCs w:val="24"/>
        </w:rPr>
        <w:t xml:space="preserve">reści programowe </w:t>
      </w:r>
    </w:p>
    <w:p w14:paraId="2367C6AA" w14:textId="77777777" w:rsidR="00C7203A" w:rsidRPr="00887146" w:rsidRDefault="00C7203A" w:rsidP="002F6D87">
      <w:pPr>
        <w:pStyle w:val="a"/>
        <w:spacing w:after="0" w:line="240" w:lineRule="auto"/>
        <w:ind w:left="0"/>
        <w:jc w:val="both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sz w:val="24"/>
          <w:szCs w:val="24"/>
        </w:rPr>
        <w:t>B. Pro</w:t>
      </w:r>
      <w:r w:rsidR="00981D3E" w:rsidRPr="00887146">
        <w:rPr>
          <w:rFonts w:ascii="Corbel" w:hAnsi="Corbel"/>
          <w:sz w:val="24"/>
          <w:szCs w:val="24"/>
        </w:rPr>
        <w:t>blematyka ćwiczeń audytoryjnych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7203A" w:rsidRPr="00887146" w14:paraId="587EA2A8" w14:textId="77777777" w:rsidTr="00887146">
        <w:trPr>
          <w:jc w:val="center"/>
        </w:trPr>
        <w:tc>
          <w:tcPr>
            <w:tcW w:w="9639" w:type="dxa"/>
          </w:tcPr>
          <w:p w14:paraId="35113026" w14:textId="77777777" w:rsidR="00C7203A" w:rsidRPr="00887146" w:rsidRDefault="00C7203A" w:rsidP="002F6D87">
            <w:pPr>
              <w:pStyle w:val="a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03A" w:rsidRPr="00887146" w14:paraId="10526C4B" w14:textId="77777777" w:rsidTr="00887146">
        <w:trPr>
          <w:jc w:val="center"/>
        </w:trPr>
        <w:tc>
          <w:tcPr>
            <w:tcW w:w="9639" w:type="dxa"/>
          </w:tcPr>
          <w:p w14:paraId="0DD9E2A7" w14:textId="77777777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Kurs walutowy (KW) i mi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ę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dzynarodowy rynek walutowy – podstawowe pojęcia. Waluta i kursy walutowe – pojęcie i jego ewolucja. Parytet i równia walutowa. Kurs parytetowy. Waluta bazowa i waluta kwotowana. Denominatory i determinanty KW. Klasyfikacja KW. Marża kantorowa, marża bankowa,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spread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 walutowy. Transakcje walutowe, rzeczywiste i walutowymi instrumentami pochodnymi.  Wymien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i</w:t>
            </w:r>
            <w:r w:rsidRPr="00887146">
              <w:rPr>
                <w:rFonts w:ascii="Corbel" w:hAnsi="Corbel"/>
                <w:sz w:val="24"/>
                <w:szCs w:val="24"/>
              </w:rPr>
              <w:t>alno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ść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walut.</w:t>
            </w:r>
          </w:p>
        </w:tc>
      </w:tr>
      <w:tr w:rsidR="00C7203A" w:rsidRPr="00887146" w14:paraId="015407E5" w14:textId="77777777" w:rsidTr="00887146">
        <w:trPr>
          <w:jc w:val="center"/>
        </w:trPr>
        <w:tc>
          <w:tcPr>
            <w:tcW w:w="9639" w:type="dxa"/>
          </w:tcPr>
          <w:p w14:paraId="1E407302" w14:textId="77777777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Teoria i polityka kursu walutowego. Efekt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Balassy-Samuelsona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. Model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Mundella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-Fleminga. Koncepcja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oveshootingu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>. Teor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i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e zasobowe i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neofundamentalne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. Interwencje walutowe a polityka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pienężna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C7203A" w:rsidRPr="00887146" w14:paraId="288E7550" w14:textId="77777777" w:rsidTr="00887146">
        <w:trPr>
          <w:jc w:val="center"/>
        </w:trPr>
        <w:tc>
          <w:tcPr>
            <w:tcW w:w="9639" w:type="dxa"/>
          </w:tcPr>
          <w:p w14:paraId="57276682" w14:textId="1D2CD7C7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Mi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ę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dzynarodowy System Walutowy (MSW). Pojęcie i ewolucja.  </w:t>
            </w:r>
            <w:r w:rsidR="3312C03D" w:rsidRPr="00887146">
              <w:rPr>
                <w:rFonts w:ascii="Corbel" w:hAnsi="Corbel"/>
                <w:sz w:val="24"/>
                <w:szCs w:val="24"/>
              </w:rPr>
              <w:t>W</w:t>
            </w:r>
            <w:r w:rsidRPr="00887146">
              <w:rPr>
                <w:rFonts w:ascii="Corbel" w:hAnsi="Corbel"/>
                <w:sz w:val="24"/>
                <w:szCs w:val="24"/>
              </w:rPr>
              <w:t>ykształcani</w:t>
            </w:r>
            <w:r w:rsidR="1668682D" w:rsidRPr="00887146">
              <w:rPr>
                <w:rFonts w:ascii="Corbel" w:hAnsi="Corbel"/>
                <w:sz w:val="24"/>
                <w:szCs w:val="24"/>
              </w:rPr>
              <w:t>e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się pieniądza uniwersalnego. </w:t>
            </w:r>
            <w:r w:rsidR="0C83EBA4" w:rsidRPr="00887146">
              <w:rPr>
                <w:rFonts w:ascii="Corbel" w:hAnsi="Corbel"/>
                <w:sz w:val="24"/>
                <w:szCs w:val="24"/>
              </w:rPr>
              <w:t>Rezerwy walutowe – pojęcie i znaczenie.</w:t>
            </w:r>
          </w:p>
        </w:tc>
      </w:tr>
      <w:tr w:rsidR="00C7203A" w:rsidRPr="00887146" w14:paraId="47DF942A" w14:textId="77777777" w:rsidTr="00887146">
        <w:trPr>
          <w:jc w:val="center"/>
        </w:trPr>
        <w:tc>
          <w:tcPr>
            <w:tcW w:w="9639" w:type="dxa"/>
          </w:tcPr>
          <w:p w14:paraId="52C78CB9" w14:textId="102CB592" w:rsidR="00C7203A" w:rsidRPr="00887146" w:rsidRDefault="00C7203A" w:rsidP="002F6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lastRenderedPageBreak/>
              <w:t>Mi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ę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dzynarodowe rynki </w:t>
            </w:r>
            <w:r w:rsidR="6917DB31" w:rsidRPr="00887146">
              <w:rPr>
                <w:rFonts w:ascii="Corbel" w:hAnsi="Corbel"/>
                <w:sz w:val="24"/>
                <w:szCs w:val="24"/>
              </w:rPr>
              <w:t>walut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owe. Przepływy </w:t>
            </w:r>
            <w:r w:rsidR="18CBC93A" w:rsidRPr="00887146">
              <w:rPr>
                <w:rFonts w:ascii="Corbel" w:hAnsi="Corbel"/>
                <w:sz w:val="24"/>
                <w:szCs w:val="24"/>
              </w:rPr>
              <w:t>walutowe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. Rynki </w:t>
            </w:r>
            <w:r w:rsidR="03E72621" w:rsidRPr="00887146">
              <w:rPr>
                <w:rFonts w:ascii="Corbel" w:hAnsi="Corbel"/>
                <w:sz w:val="24"/>
                <w:szCs w:val="24"/>
              </w:rPr>
              <w:t>walutowe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w gospodarcze światowej, ich </w:t>
            </w:r>
            <w:r w:rsidR="0EFE4EA4" w:rsidRPr="00887146">
              <w:rPr>
                <w:rFonts w:ascii="Corbel" w:hAnsi="Corbel"/>
                <w:sz w:val="24"/>
                <w:szCs w:val="24"/>
              </w:rPr>
              <w:t>specyfika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C7203A" w:rsidRPr="00887146" w14:paraId="6DF4DD1D" w14:textId="77777777" w:rsidTr="00887146">
        <w:trPr>
          <w:jc w:val="center"/>
        </w:trPr>
        <w:tc>
          <w:tcPr>
            <w:tcW w:w="9639" w:type="dxa"/>
          </w:tcPr>
          <w:p w14:paraId="0F91010C" w14:textId="24072218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Integracja walutowa – Europejski System Walutowy.  </w:t>
            </w:r>
            <w:r w:rsidR="2B80CB15" w:rsidRPr="00887146">
              <w:rPr>
                <w:rFonts w:ascii="Corbel" w:hAnsi="Corbel"/>
                <w:sz w:val="24"/>
                <w:szCs w:val="24"/>
              </w:rPr>
              <w:t>Ocena pod kątem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unii walutowej i optymalnego obszaru walutowego. </w:t>
            </w:r>
          </w:p>
        </w:tc>
      </w:tr>
      <w:tr w:rsidR="00C7203A" w:rsidRPr="00887146" w14:paraId="79C28CD4" w14:textId="77777777" w:rsidTr="00887146">
        <w:trPr>
          <w:jc w:val="center"/>
        </w:trPr>
        <w:tc>
          <w:tcPr>
            <w:tcW w:w="9639" w:type="dxa"/>
          </w:tcPr>
          <w:p w14:paraId="5A67B458" w14:textId="573F8E7E" w:rsidR="00C7203A" w:rsidRPr="00887146" w:rsidRDefault="5D5312AD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Ugrupowania integracyjne a pol</w:t>
            </w:r>
            <w:r w:rsidR="00C7203A" w:rsidRPr="00887146">
              <w:rPr>
                <w:rFonts w:ascii="Corbel" w:hAnsi="Corbel"/>
                <w:sz w:val="24"/>
                <w:szCs w:val="24"/>
              </w:rPr>
              <w:t>ityka pi</w:t>
            </w:r>
            <w:r w:rsidR="3386A2CA" w:rsidRPr="00887146">
              <w:rPr>
                <w:rFonts w:ascii="Corbel" w:hAnsi="Corbel"/>
                <w:sz w:val="24"/>
                <w:szCs w:val="24"/>
              </w:rPr>
              <w:t>e</w:t>
            </w:r>
            <w:r w:rsidR="00C7203A" w:rsidRPr="00887146">
              <w:rPr>
                <w:rFonts w:ascii="Corbel" w:hAnsi="Corbel"/>
                <w:sz w:val="24"/>
                <w:szCs w:val="24"/>
              </w:rPr>
              <w:t>nię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ż</w:t>
            </w:r>
            <w:r w:rsidR="00C7203A" w:rsidRPr="00887146">
              <w:rPr>
                <w:rFonts w:ascii="Corbel" w:hAnsi="Corbel"/>
                <w:sz w:val="24"/>
                <w:szCs w:val="24"/>
              </w:rPr>
              <w:t>na (walutowa). Unia Gospodarcza i Walutowa. Etapy kształtowania i zasady działania. Europejski System Banków Centralnych i jego założenia.</w:t>
            </w:r>
            <w:r w:rsidR="6EDEE344" w:rsidRPr="00887146">
              <w:rPr>
                <w:rFonts w:ascii="Corbel" w:hAnsi="Corbel"/>
                <w:sz w:val="24"/>
                <w:szCs w:val="24"/>
              </w:rPr>
              <w:t xml:space="preserve"> Ocena skuteczności przez pryzmat MSW.</w:t>
            </w:r>
          </w:p>
        </w:tc>
      </w:tr>
      <w:tr w:rsidR="00C7203A" w:rsidRPr="00887146" w14:paraId="51D95782" w14:textId="77777777" w:rsidTr="00887146">
        <w:trPr>
          <w:jc w:val="center"/>
        </w:trPr>
        <w:tc>
          <w:tcPr>
            <w:tcW w:w="9639" w:type="dxa"/>
          </w:tcPr>
          <w:p w14:paraId="6FC808B6" w14:textId="3898B326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Współczesny międzynarodowy system walutowy. Ocena współczesnego systemu walutowego.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Pieniadz</w:t>
            </w:r>
            <w:proofErr w:type="spellEnd"/>
            <w:r w:rsidRPr="00887146">
              <w:rPr>
                <w:rFonts w:ascii="Corbel" w:hAnsi="Corbel"/>
                <w:sz w:val="24"/>
                <w:szCs w:val="24"/>
              </w:rPr>
              <w:t xml:space="preserve"> światowy. Bipolarny system walutowy – szanse i zagrożenia.</w:t>
            </w:r>
            <w:r w:rsidR="48EE7FEC" w:rsidRPr="00887146">
              <w:rPr>
                <w:rFonts w:ascii="Corbel" w:hAnsi="Corbel"/>
                <w:sz w:val="24"/>
                <w:szCs w:val="24"/>
              </w:rPr>
              <w:t xml:space="preserve"> Krypto waluta – powstanie, cechy, specyfika, możliwości regulowania, perspektywy – szanse i zagrożenia. </w:t>
            </w:r>
            <w:r w:rsidR="48EE7FEC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Rola współczesnych </w:t>
            </w:r>
            <w:proofErr w:type="spellStart"/>
            <w:r w:rsidR="48EE7FEC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TNK</w:t>
            </w:r>
            <w:proofErr w:type="spellEnd"/>
            <w:r w:rsidR="48EE7FEC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w międzynarodowych transakcjach walutowych i ewolucji MSW.</w:t>
            </w:r>
          </w:p>
        </w:tc>
      </w:tr>
      <w:tr w:rsidR="00C7203A" w:rsidRPr="00887146" w14:paraId="650906CD" w14:textId="77777777" w:rsidTr="00887146">
        <w:trPr>
          <w:jc w:val="center"/>
        </w:trPr>
        <w:tc>
          <w:tcPr>
            <w:tcW w:w="9639" w:type="dxa"/>
          </w:tcPr>
          <w:p w14:paraId="1C98B501" w14:textId="49645676" w:rsidR="00C7203A" w:rsidRPr="00887146" w:rsidRDefault="48EE7FEC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Rozwiązywanie praktyczne zadań, dotyczących obliczania 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kwot powstania różni­c kursowych za eksport i za import i ich opłacalności, efektywności transakcji walutowych,  wpływu procesów aprecjacji, deprecjacji, dewaluacji, rewaluacji i inflacji na kursy walutowe, dotyczących również kursów wzajemnych, krzyżowych, parytetowych, możliwych strat czy zysków od międzynarodowych transakcji walutowych czy kontraktu w warunkach zmiany KW i wpływu na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terms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of trade i bilans płatniczy.</w:t>
            </w:r>
          </w:p>
        </w:tc>
      </w:tr>
    </w:tbl>
    <w:p w14:paraId="4B99056E" w14:textId="77777777" w:rsidR="00042373" w:rsidRPr="00887146" w:rsidRDefault="00042373" w:rsidP="002F6D87">
      <w:pPr>
        <w:pStyle w:val="Akapitzlist1"/>
        <w:spacing w:line="240" w:lineRule="auto"/>
        <w:ind w:left="0"/>
        <w:jc w:val="both"/>
        <w:rPr>
          <w:rFonts w:ascii="Corbel" w:hAnsi="Corbel"/>
          <w:b/>
          <w:bCs/>
          <w:sz w:val="24"/>
          <w:szCs w:val="24"/>
          <w:lang w:val="uk-UA"/>
        </w:rPr>
      </w:pPr>
    </w:p>
    <w:p w14:paraId="61F0D56C" w14:textId="77777777" w:rsidR="0085747A" w:rsidRPr="00887146" w:rsidRDefault="009F4610" w:rsidP="002F6D8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>3.4 Metody dydaktyczne</w:t>
      </w:r>
      <w:r w:rsidRPr="00887146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887146" w:rsidRDefault="0085747A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DCE" w14:textId="77777777" w:rsidR="00E21E7D" w:rsidRPr="00887146" w:rsidRDefault="00CF5F2F" w:rsidP="002F6D87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 w:rsidRPr="00887146">
        <w:rPr>
          <w:rFonts w:ascii="Corbel" w:hAnsi="Corbel"/>
          <w:b w:val="0"/>
          <w:smallCaps w:val="0"/>
          <w:szCs w:val="24"/>
        </w:rPr>
        <w:t xml:space="preserve">Ćwiczenia </w:t>
      </w:r>
      <w:r w:rsidR="004C6C16" w:rsidRPr="00887146">
        <w:rPr>
          <w:rFonts w:ascii="Corbel" w:hAnsi="Corbel"/>
          <w:b w:val="0"/>
          <w:iCs/>
          <w:smallCaps w:val="0"/>
          <w:szCs w:val="24"/>
        </w:rPr>
        <w:t>z prezentacją multimedialną</w:t>
      </w:r>
      <w:r w:rsidRPr="00887146">
        <w:rPr>
          <w:rFonts w:ascii="Corbel" w:hAnsi="Corbel"/>
          <w:b w:val="0"/>
          <w:iCs/>
          <w:smallCaps w:val="0"/>
          <w:szCs w:val="24"/>
        </w:rPr>
        <w:t xml:space="preserve"> realizowane</w:t>
      </w:r>
      <w:r w:rsidR="00B5463F" w:rsidRPr="00887146">
        <w:rPr>
          <w:rFonts w:ascii="Corbel" w:hAnsi="Corbel"/>
          <w:b w:val="0"/>
          <w:iCs/>
          <w:smallCaps w:val="0"/>
          <w:szCs w:val="24"/>
        </w:rPr>
        <w:t xml:space="preserve"> przy pomocy platformy MS </w:t>
      </w:r>
      <w:proofErr w:type="spellStart"/>
      <w:r w:rsidR="00B5463F" w:rsidRPr="00887146">
        <w:rPr>
          <w:rFonts w:ascii="Corbel" w:hAnsi="Corbel"/>
          <w:b w:val="0"/>
          <w:iCs/>
          <w:smallCaps w:val="0"/>
          <w:szCs w:val="24"/>
        </w:rPr>
        <w:t>Teams</w:t>
      </w:r>
      <w:proofErr w:type="spellEnd"/>
    </w:p>
    <w:p w14:paraId="4DDBEF00" w14:textId="77777777" w:rsidR="00CF5F2F" w:rsidRPr="00887146" w:rsidRDefault="00CF5F2F" w:rsidP="002F6D8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14:paraId="1078A5AC" w14:textId="77777777" w:rsidR="0085747A" w:rsidRPr="00887146" w:rsidRDefault="00C61DC5" w:rsidP="002F6D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4. </w:t>
      </w:r>
      <w:r w:rsidR="0085747A" w:rsidRPr="00887146">
        <w:rPr>
          <w:rFonts w:ascii="Corbel" w:hAnsi="Corbel"/>
          <w:smallCaps w:val="0"/>
          <w:szCs w:val="24"/>
        </w:rPr>
        <w:t>METODY I KRYTERIA OCENY</w:t>
      </w:r>
      <w:r w:rsidR="009F4610" w:rsidRPr="00887146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195939" w:rsidRPr="00887146" w:rsidRDefault="00195939" w:rsidP="002F6D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3742ADA" w14:textId="77777777" w:rsidR="004105D0" w:rsidRPr="00887146" w:rsidRDefault="004105D0" w:rsidP="002F6D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  <w:lang w:val="uk-UA"/>
        </w:rPr>
      </w:pPr>
      <w:r w:rsidRPr="00887146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684"/>
        <w:gridCol w:w="2224"/>
      </w:tblGrid>
      <w:tr w:rsidR="00F84CDB" w:rsidRPr="00887146" w14:paraId="6BBC150A" w14:textId="77777777" w:rsidTr="00887146">
        <w:trPr>
          <w:jc w:val="center"/>
        </w:trPr>
        <w:tc>
          <w:tcPr>
            <w:tcW w:w="1743" w:type="dxa"/>
            <w:vAlign w:val="center"/>
          </w:tcPr>
          <w:p w14:paraId="0F029DDF" w14:textId="77777777" w:rsidR="00F84CDB" w:rsidRPr="00887146" w:rsidRDefault="00F84CDB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 xml:space="preserve">Symbol efektu </w:t>
            </w:r>
          </w:p>
          <w:p w14:paraId="3CF2D8B6" w14:textId="77777777" w:rsidR="00F84CDB" w:rsidRPr="00887146" w:rsidRDefault="00F84CDB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745" w:type="dxa"/>
            <w:vAlign w:val="center"/>
          </w:tcPr>
          <w:p w14:paraId="12080E0F" w14:textId="558BCE88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887146">
              <w:rPr>
                <w:rFonts w:ascii="Corbel" w:hAnsi="Corbel"/>
                <w:b w:val="0"/>
                <w:smallCaps w:val="0"/>
                <w:color w:val="000000" w:themeColor="text1"/>
              </w:rPr>
              <w:t>Metody oceny efektów uczenia się</w:t>
            </w:r>
          </w:p>
        </w:tc>
        <w:tc>
          <w:tcPr>
            <w:tcW w:w="2232" w:type="dxa"/>
            <w:vAlign w:val="center"/>
          </w:tcPr>
          <w:p w14:paraId="52574297" w14:textId="3DC22D69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 xml:space="preserve">Forma zajęć dydaktycznych </w:t>
            </w:r>
          </w:p>
        </w:tc>
      </w:tr>
      <w:tr w:rsidR="00F84CDB" w:rsidRPr="00887146" w14:paraId="41EF46FA" w14:textId="77777777" w:rsidTr="00887146">
        <w:trPr>
          <w:jc w:val="center"/>
        </w:trPr>
        <w:tc>
          <w:tcPr>
            <w:tcW w:w="1743" w:type="dxa"/>
          </w:tcPr>
          <w:p w14:paraId="57B5F2DA" w14:textId="77777777" w:rsidR="00F84CDB" w:rsidRPr="00887146" w:rsidRDefault="004D38EE" w:rsidP="002F6D8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7146">
              <w:rPr>
                <w:rFonts w:ascii="Corbel" w:hAnsi="Corbel"/>
                <w:b w:val="0"/>
              </w:rPr>
              <w:t>E</w:t>
            </w:r>
            <w:r w:rsidR="642FA219" w:rsidRPr="00887146">
              <w:rPr>
                <w:rFonts w:ascii="Corbel" w:hAnsi="Corbel"/>
                <w:b w:val="0"/>
              </w:rPr>
              <w:t xml:space="preserve">k_ 01 </w:t>
            </w:r>
          </w:p>
        </w:tc>
        <w:tc>
          <w:tcPr>
            <w:tcW w:w="5745" w:type="dxa"/>
          </w:tcPr>
          <w:p w14:paraId="3058A30D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7F626B56" w14:textId="77777777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F84CDB" w:rsidRPr="00887146" w14:paraId="71A53CA3" w14:textId="77777777" w:rsidTr="00887146">
        <w:trPr>
          <w:jc w:val="center"/>
        </w:trPr>
        <w:tc>
          <w:tcPr>
            <w:tcW w:w="1743" w:type="dxa"/>
          </w:tcPr>
          <w:p w14:paraId="727CF0E4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7146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745" w:type="dxa"/>
          </w:tcPr>
          <w:p w14:paraId="0CE01FD1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04C64560" w14:textId="77777777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F84CDB" w:rsidRPr="00887146" w14:paraId="38D6E194" w14:textId="77777777" w:rsidTr="00887146">
        <w:trPr>
          <w:jc w:val="center"/>
        </w:trPr>
        <w:tc>
          <w:tcPr>
            <w:tcW w:w="1743" w:type="dxa"/>
          </w:tcPr>
          <w:p w14:paraId="002D746F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745" w:type="dxa"/>
          </w:tcPr>
          <w:p w14:paraId="20EEFAB7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23CA83C4" w14:textId="77777777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F84CDB" w:rsidRPr="00887146" w14:paraId="304416C8" w14:textId="77777777" w:rsidTr="00887146">
        <w:trPr>
          <w:jc w:val="center"/>
        </w:trPr>
        <w:tc>
          <w:tcPr>
            <w:tcW w:w="1743" w:type="dxa"/>
          </w:tcPr>
          <w:p w14:paraId="5990E71B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745" w:type="dxa"/>
          </w:tcPr>
          <w:p w14:paraId="769E5BA2" w14:textId="5225CCCD" w:rsidR="00F84CDB" w:rsidRPr="00887146" w:rsidRDefault="340CEB67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69BAA590" w14:textId="77777777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F84CDB" w:rsidRPr="00887146" w14:paraId="3D0D1466" w14:textId="77777777" w:rsidTr="00887146">
        <w:trPr>
          <w:jc w:val="center"/>
        </w:trPr>
        <w:tc>
          <w:tcPr>
            <w:tcW w:w="1743" w:type="dxa"/>
          </w:tcPr>
          <w:p w14:paraId="4A2F1096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745" w:type="dxa"/>
          </w:tcPr>
          <w:p w14:paraId="0112E540" w14:textId="755FCCAF" w:rsidR="00F84CDB" w:rsidRPr="00887146" w:rsidRDefault="557B4CE5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317C4F99" w14:textId="77777777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19B7C8D7" w:rsidRPr="00887146" w14:paraId="072DB0A5" w14:textId="77777777" w:rsidTr="00887146">
        <w:trPr>
          <w:trHeight w:val="330"/>
          <w:jc w:val="center"/>
        </w:trPr>
        <w:tc>
          <w:tcPr>
            <w:tcW w:w="1743" w:type="dxa"/>
          </w:tcPr>
          <w:p w14:paraId="323F0F39" w14:textId="531F47CF" w:rsidR="39EF4FA9" w:rsidRPr="00887146" w:rsidRDefault="39EF4FA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745" w:type="dxa"/>
          </w:tcPr>
          <w:p w14:paraId="1067CF2F" w14:textId="387DCDF7" w:rsidR="11A02558" w:rsidRPr="00887146" w:rsidRDefault="11A02558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</w:t>
            </w:r>
          </w:p>
        </w:tc>
        <w:tc>
          <w:tcPr>
            <w:tcW w:w="2232" w:type="dxa"/>
          </w:tcPr>
          <w:p w14:paraId="19BEDC33" w14:textId="7A07C073" w:rsidR="1D33423D" w:rsidRPr="00887146" w:rsidRDefault="1D33423D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19B7C8D7" w:rsidRPr="00887146" w14:paraId="57BB3F1D" w14:textId="77777777" w:rsidTr="00887146">
        <w:trPr>
          <w:jc w:val="center"/>
        </w:trPr>
        <w:tc>
          <w:tcPr>
            <w:tcW w:w="1743" w:type="dxa"/>
          </w:tcPr>
          <w:p w14:paraId="6D366F1B" w14:textId="1F2C03CC" w:rsidR="39EF4FA9" w:rsidRPr="00887146" w:rsidRDefault="39EF4FA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745" w:type="dxa"/>
          </w:tcPr>
          <w:p w14:paraId="5F19D7AA" w14:textId="77777777" w:rsidR="19B7C8D7" w:rsidRPr="00887146" w:rsidRDefault="19B7C8D7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zadania, referat-esej</w:t>
            </w:r>
          </w:p>
        </w:tc>
        <w:tc>
          <w:tcPr>
            <w:tcW w:w="2232" w:type="dxa"/>
          </w:tcPr>
          <w:p w14:paraId="0AC63D07" w14:textId="04637272" w:rsidR="1C3FBD66" w:rsidRPr="00887146" w:rsidRDefault="1C3FBD66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19B7C8D7" w:rsidRPr="00887146" w14:paraId="4A50E18C" w14:textId="77777777" w:rsidTr="00887146">
        <w:trPr>
          <w:jc w:val="center"/>
        </w:trPr>
        <w:tc>
          <w:tcPr>
            <w:tcW w:w="1743" w:type="dxa"/>
          </w:tcPr>
          <w:p w14:paraId="3E20672A" w14:textId="5AB2DF0E" w:rsidR="39EF4FA9" w:rsidRPr="00887146" w:rsidRDefault="39EF4FA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5745" w:type="dxa"/>
          </w:tcPr>
          <w:p w14:paraId="31884F49" w14:textId="77777777" w:rsidR="19B7C8D7" w:rsidRPr="00887146" w:rsidRDefault="19B7C8D7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zadania, referat-esej</w:t>
            </w:r>
          </w:p>
        </w:tc>
        <w:tc>
          <w:tcPr>
            <w:tcW w:w="2232" w:type="dxa"/>
          </w:tcPr>
          <w:p w14:paraId="4F7C488C" w14:textId="2E631DCA" w:rsidR="36066E09" w:rsidRPr="00887146" w:rsidRDefault="36066E0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0FB78278" w14:textId="77777777" w:rsidR="00923D7D" w:rsidRPr="00887146" w:rsidRDefault="00923D7D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uk-UA"/>
        </w:rPr>
      </w:pPr>
    </w:p>
    <w:p w14:paraId="0AFAEE5A" w14:textId="73FA4D5A" w:rsidR="0085747A" w:rsidRPr="00887146" w:rsidRDefault="003E1941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4.2 </w:t>
      </w:r>
      <w:r w:rsidR="0085747A" w:rsidRPr="0088714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87146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887146" w:rsidRDefault="00923D7D" w:rsidP="002F6D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87146" w14:paraId="006ED980" w14:textId="77777777" w:rsidTr="00887146">
        <w:trPr>
          <w:trHeight w:val="691"/>
          <w:jc w:val="center"/>
        </w:trPr>
        <w:tc>
          <w:tcPr>
            <w:tcW w:w="9670" w:type="dxa"/>
          </w:tcPr>
          <w:p w14:paraId="33434F82" w14:textId="2AEF736D" w:rsidR="0085747A" w:rsidRPr="00887146" w:rsidRDefault="37391A0C" w:rsidP="002F6D87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Oceny pozytywne z prac pisemnych (test zamknięty) Ocena dostateczna - 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minimum 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51% poprawnych odpowiedzi i wykonanych zadań.</w:t>
            </w:r>
          </w:p>
        </w:tc>
      </w:tr>
    </w:tbl>
    <w:p w14:paraId="0562CB0E" w14:textId="77777777" w:rsidR="00F84CDB" w:rsidRPr="00887146" w:rsidRDefault="00F84CDB" w:rsidP="002F6D87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  <w:lang w:val="uk-UA"/>
        </w:rPr>
      </w:pPr>
    </w:p>
    <w:p w14:paraId="34CE0A41" w14:textId="77777777" w:rsidR="00F84CDB" w:rsidRPr="00887146" w:rsidRDefault="00F84CDB" w:rsidP="002F6D87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  <w:lang w:val="uk-UA"/>
        </w:rPr>
      </w:pPr>
    </w:p>
    <w:p w14:paraId="32066DA3" w14:textId="77777777" w:rsidR="009F4610" w:rsidRPr="00887146" w:rsidRDefault="0085747A" w:rsidP="002F6D87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87146">
        <w:rPr>
          <w:rFonts w:ascii="Corbel" w:hAnsi="Corbel"/>
          <w:b/>
          <w:sz w:val="24"/>
          <w:szCs w:val="24"/>
        </w:rPr>
        <w:t xml:space="preserve">5. </w:t>
      </w:r>
      <w:r w:rsidR="00C61DC5" w:rsidRPr="0088714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87146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887146">
        <w:rPr>
          <w:rFonts w:ascii="Corbel" w:hAnsi="Corbel"/>
          <w:b/>
          <w:sz w:val="24"/>
          <w:szCs w:val="24"/>
        </w:rPr>
        <w:t xml:space="preserve"> </w:t>
      </w:r>
    </w:p>
    <w:p w14:paraId="62EBF3C5" w14:textId="77777777" w:rsidR="0085747A" w:rsidRPr="00887146" w:rsidRDefault="0085747A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87146" w14:paraId="63D9DE79" w14:textId="77777777" w:rsidTr="00887146">
        <w:trPr>
          <w:jc w:val="center"/>
        </w:trPr>
        <w:tc>
          <w:tcPr>
            <w:tcW w:w="4962" w:type="dxa"/>
            <w:vAlign w:val="center"/>
          </w:tcPr>
          <w:p w14:paraId="4C452BB7" w14:textId="77777777" w:rsidR="0085747A" w:rsidRPr="00887146" w:rsidRDefault="00C61DC5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88714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8714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887146" w:rsidRDefault="00C61DC5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8714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8714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8714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105D0" w:rsidRPr="00887146" w14:paraId="110FDCF0" w14:textId="77777777" w:rsidTr="00887146">
        <w:trPr>
          <w:jc w:val="center"/>
        </w:trPr>
        <w:tc>
          <w:tcPr>
            <w:tcW w:w="4962" w:type="dxa"/>
          </w:tcPr>
          <w:p w14:paraId="1943409D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vAlign w:val="center"/>
          </w:tcPr>
          <w:p w14:paraId="6D98A12B" w14:textId="77777777" w:rsidR="004105D0" w:rsidRPr="00887146" w:rsidRDefault="004105D0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23D4B9D" w14:textId="77777777" w:rsidR="004105D0" w:rsidRPr="00887146" w:rsidRDefault="00AE148F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105D0" w:rsidRPr="00887146" w14:paraId="370080A6" w14:textId="77777777" w:rsidTr="00887146">
        <w:trPr>
          <w:trHeight w:val="887"/>
          <w:jc w:val="center"/>
        </w:trPr>
        <w:tc>
          <w:tcPr>
            <w:tcW w:w="4962" w:type="dxa"/>
          </w:tcPr>
          <w:p w14:paraId="2750A6CD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380B7D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(udz</w:t>
            </w:r>
            <w:r w:rsidR="00E35719" w:rsidRPr="00887146">
              <w:rPr>
                <w:rFonts w:ascii="Corbel" w:hAnsi="Corbel"/>
                <w:sz w:val="24"/>
                <w:szCs w:val="24"/>
              </w:rPr>
              <w:t>iał w konsultacjach, egzaminie)</w:t>
            </w:r>
          </w:p>
        </w:tc>
        <w:tc>
          <w:tcPr>
            <w:tcW w:w="4677" w:type="dxa"/>
            <w:vAlign w:val="center"/>
          </w:tcPr>
          <w:p w14:paraId="78941E47" w14:textId="77777777" w:rsidR="004105D0" w:rsidRPr="00887146" w:rsidRDefault="004105D0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5</w:t>
            </w:r>
            <w:bookmarkStart w:id="2" w:name="_GoBack"/>
            <w:bookmarkEnd w:id="2"/>
          </w:p>
        </w:tc>
      </w:tr>
      <w:tr w:rsidR="004105D0" w:rsidRPr="00887146" w14:paraId="526ECD71" w14:textId="77777777" w:rsidTr="00887146">
        <w:trPr>
          <w:jc w:val="center"/>
        </w:trPr>
        <w:tc>
          <w:tcPr>
            <w:tcW w:w="4962" w:type="dxa"/>
          </w:tcPr>
          <w:p w14:paraId="05E07A3B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87146">
              <w:rPr>
                <w:rFonts w:ascii="Corbel" w:hAnsi="Corbel"/>
                <w:sz w:val="24"/>
                <w:szCs w:val="24"/>
              </w:rPr>
              <w:t>niekon</w:t>
            </w:r>
            <w:r w:rsidR="0066150A" w:rsidRPr="00887146">
              <w:rPr>
                <w:rFonts w:ascii="Corbel" w:hAnsi="Corbel"/>
                <w:sz w:val="24"/>
                <w:szCs w:val="24"/>
              </w:rPr>
              <w:t>taktowe</w:t>
            </w:r>
            <w:proofErr w:type="spellEnd"/>
            <w:r w:rsidR="0066150A" w:rsidRPr="00887146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1B1384" w:rsidRPr="00887146">
              <w:rPr>
                <w:rFonts w:ascii="Corbel" w:hAnsi="Corbel"/>
                <w:sz w:val="24"/>
                <w:szCs w:val="24"/>
              </w:rPr>
              <w:t>(przygotowanie do zajęć, do napisania testów; rozwiązywanie zadań</w:t>
            </w:r>
            <w:r w:rsidRPr="0088714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219897CE" w14:textId="77777777" w:rsidR="004105D0" w:rsidRPr="00887146" w:rsidRDefault="00AE148F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105D0" w:rsidRPr="00887146" w14:paraId="4D6280AD" w14:textId="77777777" w:rsidTr="00887146">
        <w:trPr>
          <w:jc w:val="center"/>
        </w:trPr>
        <w:tc>
          <w:tcPr>
            <w:tcW w:w="4962" w:type="dxa"/>
          </w:tcPr>
          <w:p w14:paraId="3D4B2727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4105D0" w:rsidRPr="00887146" w:rsidRDefault="00AE148F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4105D0" w:rsidRPr="00887146" w14:paraId="0AD00C0E" w14:textId="77777777" w:rsidTr="00887146">
        <w:trPr>
          <w:jc w:val="center"/>
        </w:trPr>
        <w:tc>
          <w:tcPr>
            <w:tcW w:w="4962" w:type="dxa"/>
          </w:tcPr>
          <w:p w14:paraId="5FD1C35E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887146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8E884CA" w14:textId="77777777" w:rsidR="004105D0" w:rsidRPr="00887146" w:rsidRDefault="00AE148F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997CC1D" w14:textId="77777777" w:rsidR="003E1941" w:rsidRPr="00887146" w:rsidRDefault="003E1941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887146" w:rsidRDefault="0071620A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6. </w:t>
      </w:r>
      <w:r w:rsidR="0085747A" w:rsidRPr="00887146">
        <w:rPr>
          <w:rFonts w:ascii="Corbel" w:hAnsi="Corbel"/>
          <w:smallCaps w:val="0"/>
          <w:szCs w:val="24"/>
        </w:rPr>
        <w:t>PRAKTYKI ZAWO</w:t>
      </w:r>
      <w:r w:rsidR="009328D6" w:rsidRPr="00887146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887146" w:rsidRDefault="0085747A" w:rsidP="002F6D8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4"/>
        <w:gridCol w:w="5485"/>
      </w:tblGrid>
      <w:tr w:rsidR="0085747A" w:rsidRPr="00887146" w14:paraId="146D6691" w14:textId="77777777" w:rsidTr="00887146">
        <w:trPr>
          <w:trHeight w:val="397"/>
          <w:jc w:val="center"/>
        </w:trPr>
        <w:tc>
          <w:tcPr>
            <w:tcW w:w="4111" w:type="dxa"/>
          </w:tcPr>
          <w:p w14:paraId="55E98D25" w14:textId="77777777" w:rsidR="0085747A" w:rsidRPr="00887146" w:rsidRDefault="0085747A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29" w:type="dxa"/>
          </w:tcPr>
          <w:p w14:paraId="6B699379" w14:textId="1B20B055" w:rsidR="0085747A" w:rsidRPr="00887146" w:rsidRDefault="00887146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87146" w14:paraId="05EFD703" w14:textId="77777777" w:rsidTr="00887146">
        <w:trPr>
          <w:trHeight w:val="397"/>
          <w:jc w:val="center"/>
        </w:trPr>
        <w:tc>
          <w:tcPr>
            <w:tcW w:w="4111" w:type="dxa"/>
          </w:tcPr>
          <w:p w14:paraId="7C3ADC5D" w14:textId="77777777" w:rsidR="0085747A" w:rsidRPr="00887146" w:rsidRDefault="0085747A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29" w:type="dxa"/>
          </w:tcPr>
          <w:p w14:paraId="3FE9F23F" w14:textId="5019641A" w:rsidR="0085747A" w:rsidRPr="00887146" w:rsidRDefault="00887146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887146" w:rsidRDefault="003E1941" w:rsidP="002F6D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887146" w:rsidRDefault="00675843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7. </w:t>
      </w:r>
      <w:r w:rsidR="0085747A" w:rsidRPr="00887146">
        <w:rPr>
          <w:rFonts w:ascii="Corbel" w:hAnsi="Corbel"/>
          <w:smallCaps w:val="0"/>
          <w:szCs w:val="24"/>
        </w:rPr>
        <w:t>LITERATURA</w:t>
      </w:r>
      <w:r w:rsidRPr="00887146">
        <w:rPr>
          <w:rFonts w:ascii="Corbel" w:hAnsi="Corbel"/>
          <w:smallCaps w:val="0"/>
          <w:szCs w:val="24"/>
        </w:rPr>
        <w:t xml:space="preserve"> </w:t>
      </w:r>
    </w:p>
    <w:p w14:paraId="08CE6F91" w14:textId="77777777" w:rsidR="00675843" w:rsidRPr="00887146" w:rsidRDefault="00675843" w:rsidP="002F6D87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19B7C8D7" w:rsidRPr="00887146" w14:paraId="02E1AC3F" w14:textId="77777777" w:rsidTr="00887146">
        <w:tc>
          <w:tcPr>
            <w:tcW w:w="9630" w:type="dxa"/>
          </w:tcPr>
          <w:p w14:paraId="7EEFB386" w14:textId="13D0AF17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Literatura podstawowa:</w:t>
            </w:r>
          </w:p>
          <w:p w14:paraId="5D9F1E3D" w14:textId="08CE96BA" w:rsidR="19B7C8D7" w:rsidRPr="00887146" w:rsidRDefault="19B7C8D7" w:rsidP="002F6D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Międzynarodowy system walutowy  / </w:t>
            </w:r>
            <w:proofErr w:type="spellStart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J.Bilski</w:t>
            </w:r>
            <w:proofErr w:type="spellEnd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, Warszawa: PWE, 2006.</w:t>
            </w:r>
          </w:p>
          <w:p w14:paraId="6C323D71" w14:textId="44FCB9B2" w:rsidR="19B7C8D7" w:rsidRPr="00887146" w:rsidRDefault="19B7C8D7" w:rsidP="002F6D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Międzynarodowy system walutowy i systemy kursowe w warunkach integracji finansowej / Michał Jurek ; Uniwersytet Ekonomiczny w Poznaniu. - Poznań : Wydawnictwo Uniwersytetu Ekonomicznego, 2011. (b-ka </w:t>
            </w:r>
            <w:proofErr w:type="spellStart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UR</w:t>
            </w:r>
            <w:proofErr w:type="spellEnd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)</w:t>
            </w:r>
          </w:p>
        </w:tc>
      </w:tr>
      <w:tr w:rsidR="19B7C8D7" w:rsidRPr="00887146" w14:paraId="38464F95" w14:textId="77777777" w:rsidTr="00887146">
        <w:tc>
          <w:tcPr>
            <w:tcW w:w="9630" w:type="dxa"/>
          </w:tcPr>
          <w:p w14:paraId="31F83E37" w14:textId="68643C47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Literatura uzupełniająca:</w:t>
            </w:r>
          </w:p>
          <w:p w14:paraId="1C815927" w14:textId="176E0705" w:rsidR="19B7C8D7" w:rsidRPr="00887146" w:rsidRDefault="19B7C8D7" w:rsidP="002F6D8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Cherevko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H. (2019). Kształtowanie finansowych decyzji konsumentów w warunkach globalizacji. </w:t>
            </w:r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Finansowo-ekonomiczny rozwój Ukrainy w warunkach przekształceń transformacyjnych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: Materiały międzynarodowej naukowo-praktycznej konferencji, 28 marca 2019, Lwów, 2019. s. 139-142. ISBN 978-617-692-523</w:t>
            </w:r>
          </w:p>
          <w:p w14:paraId="563133A6" w14:textId="19B95924" w:rsidR="19B7C8D7" w:rsidRPr="00887146" w:rsidRDefault="19B7C8D7" w:rsidP="002F6D8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Cherevko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G.,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Bentsak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O.,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Ivanov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A. (2016).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Theoretical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and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methodological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bases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of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research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in cross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border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cooperation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Теоретико-методологічні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засади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дослідження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транскордонного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співробітництва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). </w:t>
            </w:r>
            <w:proofErr w:type="spellStart"/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Аграрна</w:t>
            </w:r>
            <w:proofErr w:type="spellEnd"/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економіка</w:t>
            </w:r>
            <w:proofErr w:type="spellEnd"/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T.9, vol. 3-4, s. 3-8; DOI: 10.31734/agrarecon2016.03.003.</w:t>
            </w:r>
          </w:p>
          <w:p w14:paraId="3556BA8D" w14:textId="195D352B" w:rsidR="6CC1333C" w:rsidRPr="00887146" w:rsidRDefault="6CC1333C" w:rsidP="002F6D8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Kurs walutowy jako determinanta współczesnych obrotów handlu zagranicznego / Ryszard Stefański. - Poznań : Wydawnictwo Uniwersytetu Ekonomicznego w Poznaniu, 2016. (b-ka </w:t>
            </w:r>
            <w:proofErr w:type="spellStart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UR</w:t>
            </w:r>
            <w:proofErr w:type="spellEnd"/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)  </w:t>
            </w:r>
          </w:p>
        </w:tc>
      </w:tr>
    </w:tbl>
    <w:p w14:paraId="42FD1702" w14:textId="20E84DCF" w:rsidR="19B7C8D7" w:rsidRPr="00887146" w:rsidRDefault="19B7C8D7" w:rsidP="002F6D87">
      <w:pPr>
        <w:pStyle w:val="Punktygwne"/>
        <w:spacing w:before="0" w:after="0"/>
        <w:rPr>
          <w:rFonts w:ascii="Corbel" w:hAnsi="Corbel"/>
          <w:smallCaps w:val="0"/>
        </w:rPr>
      </w:pPr>
    </w:p>
    <w:p w14:paraId="0505E4F8" w14:textId="121D4597" w:rsidR="19B7C8D7" w:rsidRPr="00887146" w:rsidRDefault="19B7C8D7" w:rsidP="002F6D87">
      <w:pPr>
        <w:pStyle w:val="Punktygwne"/>
        <w:spacing w:before="0" w:after="0"/>
        <w:rPr>
          <w:rFonts w:ascii="Corbel" w:hAnsi="Corbel"/>
          <w:smallCaps w:val="0"/>
        </w:rPr>
      </w:pPr>
    </w:p>
    <w:p w14:paraId="61CDCEAD" w14:textId="77777777" w:rsidR="0085747A" w:rsidRPr="00887146" w:rsidRDefault="0085747A" w:rsidP="002F6D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92802" w:rsidRDefault="0085747A" w:rsidP="002F6D87">
      <w:pPr>
        <w:pStyle w:val="Punktygwne"/>
        <w:spacing w:before="0" w:after="0"/>
        <w:rPr>
          <w:rFonts w:ascii="Corbel" w:hAnsi="Corbel"/>
          <w:szCs w:val="24"/>
        </w:rPr>
      </w:pPr>
      <w:r w:rsidRPr="0088714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9280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8A8340" w14:textId="77777777" w:rsidR="00890167" w:rsidRDefault="00890167" w:rsidP="00C16ABF">
      <w:pPr>
        <w:spacing w:after="0" w:line="240" w:lineRule="auto"/>
      </w:pPr>
      <w:r>
        <w:separator/>
      </w:r>
    </w:p>
  </w:endnote>
  <w:endnote w:type="continuationSeparator" w:id="0">
    <w:p w14:paraId="03F323D0" w14:textId="77777777" w:rsidR="00890167" w:rsidRDefault="008901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E01F2" w14:textId="77777777" w:rsidR="00890167" w:rsidRDefault="00890167" w:rsidP="00C16ABF">
      <w:pPr>
        <w:spacing w:after="0" w:line="240" w:lineRule="auto"/>
      </w:pPr>
      <w:r>
        <w:separator/>
      </w:r>
    </w:p>
  </w:footnote>
  <w:footnote w:type="continuationSeparator" w:id="0">
    <w:p w14:paraId="3719749A" w14:textId="77777777" w:rsidR="00890167" w:rsidRDefault="00890167" w:rsidP="00C16ABF">
      <w:pPr>
        <w:spacing w:after="0" w:line="240" w:lineRule="auto"/>
      </w:pPr>
      <w:r>
        <w:continuationSeparator/>
      </w:r>
    </w:p>
  </w:footnote>
  <w:footnote w:id="1">
    <w:p w14:paraId="560E2DC8" w14:textId="77777777" w:rsidR="00887146" w:rsidRDefault="008871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B0D77"/>
    <w:multiLevelType w:val="hybridMultilevel"/>
    <w:tmpl w:val="9D5679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4621D1"/>
    <w:multiLevelType w:val="multilevel"/>
    <w:tmpl w:val="01F0A3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  <w:b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EB7D54"/>
    <w:multiLevelType w:val="hybridMultilevel"/>
    <w:tmpl w:val="957EAF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E527C"/>
    <w:multiLevelType w:val="hybridMultilevel"/>
    <w:tmpl w:val="2B442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32D7C"/>
    <w:multiLevelType w:val="hybridMultilevel"/>
    <w:tmpl w:val="46F493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1F45E6"/>
    <w:multiLevelType w:val="hybridMultilevel"/>
    <w:tmpl w:val="A8D8E434"/>
    <w:lvl w:ilvl="0" w:tplc="20C8FF3A">
      <w:start w:val="1"/>
      <w:numFmt w:val="decimal"/>
      <w:lvlText w:val="%1."/>
      <w:lvlJc w:val="left"/>
      <w:pPr>
        <w:ind w:left="720" w:hanging="360"/>
      </w:pPr>
    </w:lvl>
    <w:lvl w:ilvl="1" w:tplc="E1CAB0AE">
      <w:start w:val="1"/>
      <w:numFmt w:val="lowerLetter"/>
      <w:lvlText w:val="%2."/>
      <w:lvlJc w:val="left"/>
      <w:pPr>
        <w:ind w:left="1440" w:hanging="360"/>
      </w:pPr>
    </w:lvl>
    <w:lvl w:ilvl="2" w:tplc="AC280462">
      <w:start w:val="1"/>
      <w:numFmt w:val="lowerRoman"/>
      <w:lvlText w:val="%3."/>
      <w:lvlJc w:val="right"/>
      <w:pPr>
        <w:ind w:left="2160" w:hanging="180"/>
      </w:pPr>
    </w:lvl>
    <w:lvl w:ilvl="3" w:tplc="878EB1D8">
      <w:start w:val="1"/>
      <w:numFmt w:val="decimal"/>
      <w:lvlText w:val="%4."/>
      <w:lvlJc w:val="left"/>
      <w:pPr>
        <w:ind w:left="2880" w:hanging="360"/>
      </w:pPr>
    </w:lvl>
    <w:lvl w:ilvl="4" w:tplc="5A0CF3AE">
      <w:start w:val="1"/>
      <w:numFmt w:val="lowerLetter"/>
      <w:lvlText w:val="%5."/>
      <w:lvlJc w:val="left"/>
      <w:pPr>
        <w:ind w:left="3600" w:hanging="360"/>
      </w:pPr>
    </w:lvl>
    <w:lvl w:ilvl="5" w:tplc="15F222E4">
      <w:start w:val="1"/>
      <w:numFmt w:val="lowerRoman"/>
      <w:lvlText w:val="%6."/>
      <w:lvlJc w:val="right"/>
      <w:pPr>
        <w:ind w:left="4320" w:hanging="180"/>
      </w:pPr>
    </w:lvl>
    <w:lvl w:ilvl="6" w:tplc="C742DA9E">
      <w:start w:val="1"/>
      <w:numFmt w:val="decimal"/>
      <w:lvlText w:val="%7."/>
      <w:lvlJc w:val="left"/>
      <w:pPr>
        <w:ind w:left="5040" w:hanging="360"/>
      </w:pPr>
    </w:lvl>
    <w:lvl w:ilvl="7" w:tplc="60261B12">
      <w:start w:val="1"/>
      <w:numFmt w:val="lowerLetter"/>
      <w:lvlText w:val="%8."/>
      <w:lvlJc w:val="left"/>
      <w:pPr>
        <w:ind w:left="5760" w:hanging="360"/>
      </w:pPr>
    </w:lvl>
    <w:lvl w:ilvl="8" w:tplc="C96A902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77672"/>
    <w:multiLevelType w:val="hybridMultilevel"/>
    <w:tmpl w:val="82404B80"/>
    <w:lvl w:ilvl="0" w:tplc="C20A9512">
      <w:numFmt w:val="bullet"/>
      <w:lvlText w:val="☐"/>
      <w:lvlJc w:val="left"/>
      <w:pPr>
        <w:ind w:left="338" w:hanging="178"/>
      </w:pPr>
      <w:rPr>
        <w:rFonts w:ascii="Segoe UI Symbol" w:eastAsia="Segoe UI Symbol" w:hAnsi="Segoe UI Symbol" w:cs="Segoe UI Symbol" w:hint="default"/>
        <w:w w:val="100"/>
        <w:sz w:val="16"/>
        <w:szCs w:val="16"/>
        <w:lang w:val="pl-PL" w:eastAsia="en-US" w:bidi="ar-SA"/>
      </w:rPr>
    </w:lvl>
    <w:lvl w:ilvl="1" w:tplc="41AE0A22">
      <w:numFmt w:val="bullet"/>
      <w:lvlText w:val="•"/>
      <w:lvlJc w:val="left"/>
      <w:pPr>
        <w:ind w:left="1401" w:hanging="178"/>
      </w:pPr>
      <w:rPr>
        <w:rFonts w:hint="default"/>
        <w:lang w:val="pl-PL" w:eastAsia="en-US" w:bidi="ar-SA"/>
      </w:rPr>
    </w:lvl>
    <w:lvl w:ilvl="2" w:tplc="33026420">
      <w:numFmt w:val="bullet"/>
      <w:lvlText w:val="•"/>
      <w:lvlJc w:val="left"/>
      <w:pPr>
        <w:ind w:left="2463" w:hanging="178"/>
      </w:pPr>
      <w:rPr>
        <w:rFonts w:hint="default"/>
        <w:lang w:val="pl-PL" w:eastAsia="en-US" w:bidi="ar-SA"/>
      </w:rPr>
    </w:lvl>
    <w:lvl w:ilvl="3" w:tplc="B1F8F8AC">
      <w:numFmt w:val="bullet"/>
      <w:lvlText w:val="•"/>
      <w:lvlJc w:val="left"/>
      <w:pPr>
        <w:ind w:left="3525" w:hanging="178"/>
      </w:pPr>
      <w:rPr>
        <w:rFonts w:hint="default"/>
        <w:lang w:val="pl-PL" w:eastAsia="en-US" w:bidi="ar-SA"/>
      </w:rPr>
    </w:lvl>
    <w:lvl w:ilvl="4" w:tplc="71A8B75A">
      <w:numFmt w:val="bullet"/>
      <w:lvlText w:val="•"/>
      <w:lvlJc w:val="left"/>
      <w:pPr>
        <w:ind w:left="4587" w:hanging="178"/>
      </w:pPr>
      <w:rPr>
        <w:rFonts w:hint="default"/>
        <w:lang w:val="pl-PL" w:eastAsia="en-US" w:bidi="ar-SA"/>
      </w:rPr>
    </w:lvl>
    <w:lvl w:ilvl="5" w:tplc="8274FB4A">
      <w:numFmt w:val="bullet"/>
      <w:lvlText w:val="•"/>
      <w:lvlJc w:val="left"/>
      <w:pPr>
        <w:ind w:left="5649" w:hanging="178"/>
      </w:pPr>
      <w:rPr>
        <w:rFonts w:hint="default"/>
        <w:lang w:val="pl-PL" w:eastAsia="en-US" w:bidi="ar-SA"/>
      </w:rPr>
    </w:lvl>
    <w:lvl w:ilvl="6" w:tplc="E99EFCE2">
      <w:numFmt w:val="bullet"/>
      <w:lvlText w:val="•"/>
      <w:lvlJc w:val="left"/>
      <w:pPr>
        <w:ind w:left="6711" w:hanging="178"/>
      </w:pPr>
      <w:rPr>
        <w:rFonts w:hint="default"/>
        <w:lang w:val="pl-PL" w:eastAsia="en-US" w:bidi="ar-SA"/>
      </w:rPr>
    </w:lvl>
    <w:lvl w:ilvl="7" w:tplc="118C7D80">
      <w:numFmt w:val="bullet"/>
      <w:lvlText w:val="•"/>
      <w:lvlJc w:val="left"/>
      <w:pPr>
        <w:ind w:left="7773" w:hanging="178"/>
      </w:pPr>
      <w:rPr>
        <w:rFonts w:hint="default"/>
        <w:lang w:val="pl-PL" w:eastAsia="en-US" w:bidi="ar-SA"/>
      </w:rPr>
    </w:lvl>
    <w:lvl w:ilvl="8" w:tplc="26DE5CD2">
      <w:numFmt w:val="bullet"/>
      <w:lvlText w:val="•"/>
      <w:lvlJc w:val="left"/>
      <w:pPr>
        <w:ind w:left="8835" w:hanging="178"/>
      </w:pPr>
      <w:rPr>
        <w:rFonts w:hint="default"/>
        <w:lang w:val="pl-PL" w:eastAsia="en-US" w:bidi="ar-SA"/>
      </w:rPr>
    </w:lvl>
  </w:abstractNum>
  <w:abstractNum w:abstractNumId="8" w15:restartNumberingAfterBreak="0">
    <w:nsid w:val="63410CE6"/>
    <w:multiLevelType w:val="hybridMultilevel"/>
    <w:tmpl w:val="07C6B61E"/>
    <w:lvl w:ilvl="0" w:tplc="3C329810">
      <w:start w:val="1"/>
      <w:numFmt w:val="decimal"/>
      <w:lvlText w:val="%1."/>
      <w:lvlJc w:val="left"/>
      <w:pPr>
        <w:ind w:left="720" w:hanging="360"/>
      </w:pPr>
    </w:lvl>
    <w:lvl w:ilvl="1" w:tplc="1AEC1018">
      <w:start w:val="1"/>
      <w:numFmt w:val="lowerLetter"/>
      <w:lvlText w:val="%2."/>
      <w:lvlJc w:val="left"/>
      <w:pPr>
        <w:ind w:left="1440" w:hanging="360"/>
      </w:pPr>
    </w:lvl>
    <w:lvl w:ilvl="2" w:tplc="E698D94A">
      <w:start w:val="1"/>
      <w:numFmt w:val="lowerRoman"/>
      <w:lvlText w:val="%3."/>
      <w:lvlJc w:val="right"/>
      <w:pPr>
        <w:ind w:left="2160" w:hanging="180"/>
      </w:pPr>
    </w:lvl>
    <w:lvl w:ilvl="3" w:tplc="6FD60870">
      <w:start w:val="1"/>
      <w:numFmt w:val="decimal"/>
      <w:lvlText w:val="%4."/>
      <w:lvlJc w:val="left"/>
      <w:pPr>
        <w:ind w:left="2880" w:hanging="360"/>
      </w:pPr>
    </w:lvl>
    <w:lvl w:ilvl="4" w:tplc="EECC97FE">
      <w:start w:val="1"/>
      <w:numFmt w:val="lowerLetter"/>
      <w:lvlText w:val="%5."/>
      <w:lvlJc w:val="left"/>
      <w:pPr>
        <w:ind w:left="3600" w:hanging="360"/>
      </w:pPr>
    </w:lvl>
    <w:lvl w:ilvl="5" w:tplc="73AE79AC">
      <w:start w:val="1"/>
      <w:numFmt w:val="lowerRoman"/>
      <w:lvlText w:val="%6."/>
      <w:lvlJc w:val="right"/>
      <w:pPr>
        <w:ind w:left="4320" w:hanging="180"/>
      </w:pPr>
    </w:lvl>
    <w:lvl w:ilvl="6" w:tplc="486E147A">
      <w:start w:val="1"/>
      <w:numFmt w:val="decimal"/>
      <w:lvlText w:val="%7."/>
      <w:lvlJc w:val="left"/>
      <w:pPr>
        <w:ind w:left="5040" w:hanging="360"/>
      </w:pPr>
    </w:lvl>
    <w:lvl w:ilvl="7" w:tplc="CCC2E9EC">
      <w:start w:val="1"/>
      <w:numFmt w:val="lowerLetter"/>
      <w:lvlText w:val="%8."/>
      <w:lvlJc w:val="left"/>
      <w:pPr>
        <w:ind w:left="5760" w:hanging="360"/>
      </w:pPr>
    </w:lvl>
    <w:lvl w:ilvl="8" w:tplc="C8644B3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F43FC3"/>
    <w:multiLevelType w:val="hybridMultilevel"/>
    <w:tmpl w:val="A738A0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9"/>
  </w:num>
  <w:num w:numId="8">
    <w:abstractNumId w:val="7"/>
  </w:num>
  <w:num w:numId="9">
    <w:abstractNumId w:val="4"/>
  </w:num>
  <w:num w:numId="1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C1B"/>
    <w:rsid w:val="000048FD"/>
    <w:rsid w:val="000077B4"/>
    <w:rsid w:val="00015B8F"/>
    <w:rsid w:val="00017D43"/>
    <w:rsid w:val="00022ECE"/>
    <w:rsid w:val="00036B56"/>
    <w:rsid w:val="00042373"/>
    <w:rsid w:val="00042A51"/>
    <w:rsid w:val="00042D2E"/>
    <w:rsid w:val="00044C82"/>
    <w:rsid w:val="00046EA1"/>
    <w:rsid w:val="000476E0"/>
    <w:rsid w:val="000570B9"/>
    <w:rsid w:val="0006150E"/>
    <w:rsid w:val="00070ED6"/>
    <w:rsid w:val="000742DC"/>
    <w:rsid w:val="00080670"/>
    <w:rsid w:val="00084C12"/>
    <w:rsid w:val="00092112"/>
    <w:rsid w:val="0009462C"/>
    <w:rsid w:val="00094B12"/>
    <w:rsid w:val="00096C46"/>
    <w:rsid w:val="000A158D"/>
    <w:rsid w:val="000A296F"/>
    <w:rsid w:val="000A2A28"/>
    <w:rsid w:val="000B1458"/>
    <w:rsid w:val="000B192D"/>
    <w:rsid w:val="000B28EE"/>
    <w:rsid w:val="000B3E37"/>
    <w:rsid w:val="000D04B0"/>
    <w:rsid w:val="000F1C57"/>
    <w:rsid w:val="000F3FFF"/>
    <w:rsid w:val="000F5615"/>
    <w:rsid w:val="000F771B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86469"/>
    <w:rsid w:val="00192F37"/>
    <w:rsid w:val="00195939"/>
    <w:rsid w:val="001977F3"/>
    <w:rsid w:val="001A1451"/>
    <w:rsid w:val="001A70D2"/>
    <w:rsid w:val="001B1384"/>
    <w:rsid w:val="001C142A"/>
    <w:rsid w:val="001D1A0F"/>
    <w:rsid w:val="001D657B"/>
    <w:rsid w:val="001D7B54"/>
    <w:rsid w:val="001E0209"/>
    <w:rsid w:val="001F2CA2"/>
    <w:rsid w:val="001F4A35"/>
    <w:rsid w:val="002144C0"/>
    <w:rsid w:val="0022477D"/>
    <w:rsid w:val="002336F9"/>
    <w:rsid w:val="0024028F"/>
    <w:rsid w:val="00244ABC"/>
    <w:rsid w:val="00260FB0"/>
    <w:rsid w:val="00281FF2"/>
    <w:rsid w:val="00282183"/>
    <w:rsid w:val="002857DE"/>
    <w:rsid w:val="00291567"/>
    <w:rsid w:val="002A2389"/>
    <w:rsid w:val="002A5D0F"/>
    <w:rsid w:val="002A671D"/>
    <w:rsid w:val="002B4D55"/>
    <w:rsid w:val="002B5211"/>
    <w:rsid w:val="002B5EA0"/>
    <w:rsid w:val="002B6119"/>
    <w:rsid w:val="002C1F06"/>
    <w:rsid w:val="002C5668"/>
    <w:rsid w:val="002D0424"/>
    <w:rsid w:val="002D73D4"/>
    <w:rsid w:val="002E588C"/>
    <w:rsid w:val="002F02A3"/>
    <w:rsid w:val="002F4ABE"/>
    <w:rsid w:val="002F6D87"/>
    <w:rsid w:val="002F7607"/>
    <w:rsid w:val="003018BA"/>
    <w:rsid w:val="00305C92"/>
    <w:rsid w:val="003068D4"/>
    <w:rsid w:val="00314F0F"/>
    <w:rsid w:val="003151C5"/>
    <w:rsid w:val="003343CF"/>
    <w:rsid w:val="00346FE9"/>
    <w:rsid w:val="0034759A"/>
    <w:rsid w:val="003503F6"/>
    <w:rsid w:val="00351FBB"/>
    <w:rsid w:val="003530DD"/>
    <w:rsid w:val="00354F4F"/>
    <w:rsid w:val="00363F78"/>
    <w:rsid w:val="00370C45"/>
    <w:rsid w:val="00380B7D"/>
    <w:rsid w:val="00392802"/>
    <w:rsid w:val="003A0A5B"/>
    <w:rsid w:val="003A1176"/>
    <w:rsid w:val="003C0BAE"/>
    <w:rsid w:val="003C5B7B"/>
    <w:rsid w:val="003D18A9"/>
    <w:rsid w:val="003D4A70"/>
    <w:rsid w:val="003D5954"/>
    <w:rsid w:val="003D6CE2"/>
    <w:rsid w:val="003E1941"/>
    <w:rsid w:val="003E2FE6"/>
    <w:rsid w:val="003E49D5"/>
    <w:rsid w:val="003E4F3E"/>
    <w:rsid w:val="003E7434"/>
    <w:rsid w:val="003F38C0"/>
    <w:rsid w:val="00401A19"/>
    <w:rsid w:val="00402D06"/>
    <w:rsid w:val="00405257"/>
    <w:rsid w:val="004105D0"/>
    <w:rsid w:val="0041422C"/>
    <w:rsid w:val="00414E3C"/>
    <w:rsid w:val="004214FF"/>
    <w:rsid w:val="0042244A"/>
    <w:rsid w:val="004256FF"/>
    <w:rsid w:val="0042745A"/>
    <w:rsid w:val="00430EA7"/>
    <w:rsid w:val="00431D5C"/>
    <w:rsid w:val="004327F4"/>
    <w:rsid w:val="004362C6"/>
    <w:rsid w:val="00437FA2"/>
    <w:rsid w:val="00461EFC"/>
    <w:rsid w:val="004652C2"/>
    <w:rsid w:val="00471326"/>
    <w:rsid w:val="0047598D"/>
    <w:rsid w:val="00475C3C"/>
    <w:rsid w:val="004840FD"/>
    <w:rsid w:val="004843BB"/>
    <w:rsid w:val="00490F7D"/>
    <w:rsid w:val="00491678"/>
    <w:rsid w:val="004968E2"/>
    <w:rsid w:val="004A3EEA"/>
    <w:rsid w:val="004A4D1F"/>
    <w:rsid w:val="004B2CC3"/>
    <w:rsid w:val="004C4FBE"/>
    <w:rsid w:val="004C6C16"/>
    <w:rsid w:val="004D0CF8"/>
    <w:rsid w:val="004D38EE"/>
    <w:rsid w:val="004D5282"/>
    <w:rsid w:val="004E4AAA"/>
    <w:rsid w:val="004F1551"/>
    <w:rsid w:val="004F55A3"/>
    <w:rsid w:val="005048E4"/>
    <w:rsid w:val="0050496F"/>
    <w:rsid w:val="00513B6F"/>
    <w:rsid w:val="00517BD4"/>
    <w:rsid w:val="00517C63"/>
    <w:rsid w:val="00523A6C"/>
    <w:rsid w:val="00523A9A"/>
    <w:rsid w:val="005349EF"/>
    <w:rsid w:val="005363C4"/>
    <w:rsid w:val="00536BDE"/>
    <w:rsid w:val="00543ACC"/>
    <w:rsid w:val="005757E2"/>
    <w:rsid w:val="00575E9E"/>
    <w:rsid w:val="00583951"/>
    <w:rsid w:val="005A0855"/>
    <w:rsid w:val="005A3196"/>
    <w:rsid w:val="005A4BBC"/>
    <w:rsid w:val="005C080F"/>
    <w:rsid w:val="005C55E5"/>
    <w:rsid w:val="005C696A"/>
    <w:rsid w:val="005E6E85"/>
    <w:rsid w:val="005F31D2"/>
    <w:rsid w:val="005F358A"/>
    <w:rsid w:val="005F3C84"/>
    <w:rsid w:val="0061029B"/>
    <w:rsid w:val="00617230"/>
    <w:rsid w:val="00621CE1"/>
    <w:rsid w:val="00647FA8"/>
    <w:rsid w:val="006525CB"/>
    <w:rsid w:val="0066150A"/>
    <w:rsid w:val="006620D9"/>
    <w:rsid w:val="00671958"/>
    <w:rsid w:val="006743E1"/>
    <w:rsid w:val="00675843"/>
    <w:rsid w:val="0067697D"/>
    <w:rsid w:val="00696477"/>
    <w:rsid w:val="006A40FF"/>
    <w:rsid w:val="006B0BB1"/>
    <w:rsid w:val="006C1254"/>
    <w:rsid w:val="006D050F"/>
    <w:rsid w:val="006D6139"/>
    <w:rsid w:val="006E5D65"/>
    <w:rsid w:val="006F1282"/>
    <w:rsid w:val="006F1FBC"/>
    <w:rsid w:val="00704556"/>
    <w:rsid w:val="00706544"/>
    <w:rsid w:val="00706A0D"/>
    <w:rsid w:val="007072BA"/>
    <w:rsid w:val="0071620A"/>
    <w:rsid w:val="00724677"/>
    <w:rsid w:val="00725459"/>
    <w:rsid w:val="00734608"/>
    <w:rsid w:val="0073654A"/>
    <w:rsid w:val="00745302"/>
    <w:rsid w:val="00746058"/>
    <w:rsid w:val="007461D6"/>
    <w:rsid w:val="00746EC8"/>
    <w:rsid w:val="00763BF1"/>
    <w:rsid w:val="00766FD4"/>
    <w:rsid w:val="0078168C"/>
    <w:rsid w:val="00790E27"/>
    <w:rsid w:val="007A040D"/>
    <w:rsid w:val="007A4022"/>
    <w:rsid w:val="007A6E6E"/>
    <w:rsid w:val="007B1529"/>
    <w:rsid w:val="007B7239"/>
    <w:rsid w:val="007C3299"/>
    <w:rsid w:val="007C3BCC"/>
    <w:rsid w:val="007D6E56"/>
    <w:rsid w:val="007D7361"/>
    <w:rsid w:val="007E47F8"/>
    <w:rsid w:val="007F2329"/>
    <w:rsid w:val="007F4155"/>
    <w:rsid w:val="00804247"/>
    <w:rsid w:val="008157A8"/>
    <w:rsid w:val="0081707E"/>
    <w:rsid w:val="0082722C"/>
    <w:rsid w:val="008449B3"/>
    <w:rsid w:val="00852ED4"/>
    <w:rsid w:val="0085747A"/>
    <w:rsid w:val="00864E9E"/>
    <w:rsid w:val="00872934"/>
    <w:rsid w:val="00884922"/>
    <w:rsid w:val="00885C90"/>
    <w:rsid w:val="00885F64"/>
    <w:rsid w:val="00887146"/>
    <w:rsid w:val="00890167"/>
    <w:rsid w:val="008917F9"/>
    <w:rsid w:val="0089226F"/>
    <w:rsid w:val="008A45F7"/>
    <w:rsid w:val="008B26AA"/>
    <w:rsid w:val="008C0CC0"/>
    <w:rsid w:val="008C19A9"/>
    <w:rsid w:val="008C379D"/>
    <w:rsid w:val="008C5147"/>
    <w:rsid w:val="008C5359"/>
    <w:rsid w:val="008C5363"/>
    <w:rsid w:val="008D3DFB"/>
    <w:rsid w:val="008D4425"/>
    <w:rsid w:val="008E289D"/>
    <w:rsid w:val="008E64F4"/>
    <w:rsid w:val="008F0883"/>
    <w:rsid w:val="008F12C9"/>
    <w:rsid w:val="008F6E29"/>
    <w:rsid w:val="0090744B"/>
    <w:rsid w:val="00910942"/>
    <w:rsid w:val="00916188"/>
    <w:rsid w:val="00923D7D"/>
    <w:rsid w:val="009328D6"/>
    <w:rsid w:val="00936B23"/>
    <w:rsid w:val="009508DF"/>
    <w:rsid w:val="00950DAC"/>
    <w:rsid w:val="00954A07"/>
    <w:rsid w:val="009721FA"/>
    <w:rsid w:val="0097262E"/>
    <w:rsid w:val="00977F4A"/>
    <w:rsid w:val="00981D3E"/>
    <w:rsid w:val="0098275F"/>
    <w:rsid w:val="00986DA5"/>
    <w:rsid w:val="00997F14"/>
    <w:rsid w:val="009A10A4"/>
    <w:rsid w:val="009A78D9"/>
    <w:rsid w:val="009C3E31"/>
    <w:rsid w:val="009C54AE"/>
    <w:rsid w:val="009C788E"/>
    <w:rsid w:val="009E21F5"/>
    <w:rsid w:val="009E3B41"/>
    <w:rsid w:val="009E6B7D"/>
    <w:rsid w:val="009F3C5C"/>
    <w:rsid w:val="009F4610"/>
    <w:rsid w:val="00A00ECC"/>
    <w:rsid w:val="00A10E2D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71E0F"/>
    <w:rsid w:val="00A84742"/>
    <w:rsid w:val="00A918DE"/>
    <w:rsid w:val="00A97DE1"/>
    <w:rsid w:val="00AB053C"/>
    <w:rsid w:val="00AB1E11"/>
    <w:rsid w:val="00AB241D"/>
    <w:rsid w:val="00AB4724"/>
    <w:rsid w:val="00AD1146"/>
    <w:rsid w:val="00AD27D3"/>
    <w:rsid w:val="00AD66D6"/>
    <w:rsid w:val="00AE1160"/>
    <w:rsid w:val="00AE148F"/>
    <w:rsid w:val="00AE203C"/>
    <w:rsid w:val="00AE2E74"/>
    <w:rsid w:val="00AE5FCB"/>
    <w:rsid w:val="00AE7B07"/>
    <w:rsid w:val="00AF0A75"/>
    <w:rsid w:val="00AF2C1E"/>
    <w:rsid w:val="00B000B8"/>
    <w:rsid w:val="00B02CE2"/>
    <w:rsid w:val="00B04FEF"/>
    <w:rsid w:val="00B06142"/>
    <w:rsid w:val="00B13522"/>
    <w:rsid w:val="00B135B1"/>
    <w:rsid w:val="00B24277"/>
    <w:rsid w:val="00B249DD"/>
    <w:rsid w:val="00B3130B"/>
    <w:rsid w:val="00B40ADB"/>
    <w:rsid w:val="00B43B77"/>
    <w:rsid w:val="00B43E80"/>
    <w:rsid w:val="00B43EE9"/>
    <w:rsid w:val="00B5463F"/>
    <w:rsid w:val="00B563CE"/>
    <w:rsid w:val="00B607DB"/>
    <w:rsid w:val="00B66529"/>
    <w:rsid w:val="00B75946"/>
    <w:rsid w:val="00B8056E"/>
    <w:rsid w:val="00B819C8"/>
    <w:rsid w:val="00B82308"/>
    <w:rsid w:val="00BB0DCF"/>
    <w:rsid w:val="00BB520A"/>
    <w:rsid w:val="00BD3869"/>
    <w:rsid w:val="00BD66E9"/>
    <w:rsid w:val="00BF2C41"/>
    <w:rsid w:val="00C058B4"/>
    <w:rsid w:val="00C131B5"/>
    <w:rsid w:val="00C16ABF"/>
    <w:rsid w:val="00C170AE"/>
    <w:rsid w:val="00C21B45"/>
    <w:rsid w:val="00C26AE0"/>
    <w:rsid w:val="00C26CB7"/>
    <w:rsid w:val="00C324C1"/>
    <w:rsid w:val="00C36992"/>
    <w:rsid w:val="00C56036"/>
    <w:rsid w:val="00C61DC5"/>
    <w:rsid w:val="00C63CBE"/>
    <w:rsid w:val="00C67E92"/>
    <w:rsid w:val="00C70A26"/>
    <w:rsid w:val="00C7203A"/>
    <w:rsid w:val="00C766DF"/>
    <w:rsid w:val="00C94B98"/>
    <w:rsid w:val="00C9552C"/>
    <w:rsid w:val="00CA2B96"/>
    <w:rsid w:val="00CA5089"/>
    <w:rsid w:val="00CC5C42"/>
    <w:rsid w:val="00CD6897"/>
    <w:rsid w:val="00CE5BAC"/>
    <w:rsid w:val="00CF25BE"/>
    <w:rsid w:val="00CF5F2F"/>
    <w:rsid w:val="00CF78ED"/>
    <w:rsid w:val="00D02B25"/>
    <w:rsid w:val="00D02EBA"/>
    <w:rsid w:val="00D17293"/>
    <w:rsid w:val="00D17C3C"/>
    <w:rsid w:val="00D2595A"/>
    <w:rsid w:val="00D26B2C"/>
    <w:rsid w:val="00D352C9"/>
    <w:rsid w:val="00D425B2"/>
    <w:rsid w:val="00D4291C"/>
    <w:rsid w:val="00D43A1B"/>
    <w:rsid w:val="00D552B2"/>
    <w:rsid w:val="00D55991"/>
    <w:rsid w:val="00D608D1"/>
    <w:rsid w:val="00D677F9"/>
    <w:rsid w:val="00D74119"/>
    <w:rsid w:val="00D8075B"/>
    <w:rsid w:val="00D8678B"/>
    <w:rsid w:val="00D93256"/>
    <w:rsid w:val="00D93F71"/>
    <w:rsid w:val="00DA1657"/>
    <w:rsid w:val="00DA2114"/>
    <w:rsid w:val="00DC0E01"/>
    <w:rsid w:val="00DE09C0"/>
    <w:rsid w:val="00DE0C34"/>
    <w:rsid w:val="00DE558F"/>
    <w:rsid w:val="00DF1D88"/>
    <w:rsid w:val="00DF320D"/>
    <w:rsid w:val="00DF605A"/>
    <w:rsid w:val="00DF705A"/>
    <w:rsid w:val="00DF71C8"/>
    <w:rsid w:val="00E0187D"/>
    <w:rsid w:val="00E02EFC"/>
    <w:rsid w:val="00E129B8"/>
    <w:rsid w:val="00E21E7D"/>
    <w:rsid w:val="00E22FBC"/>
    <w:rsid w:val="00E24BF5"/>
    <w:rsid w:val="00E25338"/>
    <w:rsid w:val="00E35719"/>
    <w:rsid w:val="00E51E44"/>
    <w:rsid w:val="00E60961"/>
    <w:rsid w:val="00E6172E"/>
    <w:rsid w:val="00E61EB0"/>
    <w:rsid w:val="00E63348"/>
    <w:rsid w:val="00E677AC"/>
    <w:rsid w:val="00E73E92"/>
    <w:rsid w:val="00E77E88"/>
    <w:rsid w:val="00E8107D"/>
    <w:rsid w:val="00E86966"/>
    <w:rsid w:val="00E92B69"/>
    <w:rsid w:val="00E95396"/>
    <w:rsid w:val="00EA0BFB"/>
    <w:rsid w:val="00EA4832"/>
    <w:rsid w:val="00EC4899"/>
    <w:rsid w:val="00ED03AB"/>
    <w:rsid w:val="00ED32D2"/>
    <w:rsid w:val="00EE32DE"/>
    <w:rsid w:val="00EE3D70"/>
    <w:rsid w:val="00EE5457"/>
    <w:rsid w:val="00EF5899"/>
    <w:rsid w:val="00F070AB"/>
    <w:rsid w:val="00F16958"/>
    <w:rsid w:val="00F2423A"/>
    <w:rsid w:val="00F27A7B"/>
    <w:rsid w:val="00F3454E"/>
    <w:rsid w:val="00F42E56"/>
    <w:rsid w:val="00F526AF"/>
    <w:rsid w:val="00F617C3"/>
    <w:rsid w:val="00F7066B"/>
    <w:rsid w:val="00F74F28"/>
    <w:rsid w:val="00F83B28"/>
    <w:rsid w:val="00F84CDB"/>
    <w:rsid w:val="00F91EF8"/>
    <w:rsid w:val="00FA38CB"/>
    <w:rsid w:val="00FB7DBA"/>
    <w:rsid w:val="00FC1C25"/>
    <w:rsid w:val="00FC307E"/>
    <w:rsid w:val="00FC3F45"/>
    <w:rsid w:val="00FD503F"/>
    <w:rsid w:val="00FD7589"/>
    <w:rsid w:val="00FF016A"/>
    <w:rsid w:val="00FF1401"/>
    <w:rsid w:val="00FF5E7D"/>
    <w:rsid w:val="02C63094"/>
    <w:rsid w:val="038F53E5"/>
    <w:rsid w:val="03E3A8C1"/>
    <w:rsid w:val="03E72621"/>
    <w:rsid w:val="09357218"/>
    <w:rsid w:val="0C83EBA4"/>
    <w:rsid w:val="0EB4D20F"/>
    <w:rsid w:val="0EFE4EA4"/>
    <w:rsid w:val="102F02D0"/>
    <w:rsid w:val="11A02558"/>
    <w:rsid w:val="14A56F6B"/>
    <w:rsid w:val="1668682D"/>
    <w:rsid w:val="18AB75FA"/>
    <w:rsid w:val="18CBC93A"/>
    <w:rsid w:val="19B7C8D7"/>
    <w:rsid w:val="1A2E1DFE"/>
    <w:rsid w:val="1AD62B6C"/>
    <w:rsid w:val="1C3FBD66"/>
    <w:rsid w:val="1D33423D"/>
    <w:rsid w:val="1EDE265B"/>
    <w:rsid w:val="1FB18A15"/>
    <w:rsid w:val="23E3E84A"/>
    <w:rsid w:val="2618DE13"/>
    <w:rsid w:val="27CDD6D1"/>
    <w:rsid w:val="2B80CB15"/>
    <w:rsid w:val="2E3B8E8A"/>
    <w:rsid w:val="3312C03D"/>
    <w:rsid w:val="3386A2CA"/>
    <w:rsid w:val="340CEB67"/>
    <w:rsid w:val="36066E09"/>
    <w:rsid w:val="37391A0C"/>
    <w:rsid w:val="39EF4FA9"/>
    <w:rsid w:val="3A30025E"/>
    <w:rsid w:val="3BF635F3"/>
    <w:rsid w:val="3C9E54E8"/>
    <w:rsid w:val="3D80CB7D"/>
    <w:rsid w:val="3E6FC8D3"/>
    <w:rsid w:val="3F037381"/>
    <w:rsid w:val="410D6F15"/>
    <w:rsid w:val="42657777"/>
    <w:rsid w:val="458BDD62"/>
    <w:rsid w:val="48EE7FEC"/>
    <w:rsid w:val="49074623"/>
    <w:rsid w:val="49DA0357"/>
    <w:rsid w:val="4D96EF47"/>
    <w:rsid w:val="4F32BFA8"/>
    <w:rsid w:val="500FECDD"/>
    <w:rsid w:val="50BD5532"/>
    <w:rsid w:val="51D9C70A"/>
    <w:rsid w:val="52592593"/>
    <w:rsid w:val="557B4CE5"/>
    <w:rsid w:val="56768341"/>
    <w:rsid w:val="5D5312AD"/>
    <w:rsid w:val="5DAD1311"/>
    <w:rsid w:val="635B1ECA"/>
    <w:rsid w:val="642FA219"/>
    <w:rsid w:val="64FEDCB1"/>
    <w:rsid w:val="6666C941"/>
    <w:rsid w:val="6917DB31"/>
    <w:rsid w:val="69D24DD4"/>
    <w:rsid w:val="6B6630AF"/>
    <w:rsid w:val="6CC1333C"/>
    <w:rsid w:val="6D09EE96"/>
    <w:rsid w:val="6DA0C12D"/>
    <w:rsid w:val="6DF5C403"/>
    <w:rsid w:val="6E0744A7"/>
    <w:rsid w:val="6E8C969A"/>
    <w:rsid w:val="6EA5BEF7"/>
    <w:rsid w:val="6EDEE344"/>
    <w:rsid w:val="71D57233"/>
    <w:rsid w:val="72658C1B"/>
    <w:rsid w:val="7844B3B7"/>
    <w:rsid w:val="7DF2BF70"/>
    <w:rsid w:val="7F01D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DBE4"/>
  <w15:chartTrackingRefBased/>
  <w15:docId w15:val="{9BBBF08D-E766-4F9B-93A7-157D77C22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customStyle="1" w:styleId="Bezodstpw1">
    <w:name w:val="Bez odstępów1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1"/>
    <w:qFormat/>
    <w:rsid w:val="000476E0"/>
    <w:pPr>
      <w:ind w:left="720"/>
      <w:contextualSpacing/>
    </w:pPr>
  </w:style>
  <w:style w:type="paragraph" w:customStyle="1" w:styleId="docdata">
    <w:name w:val="docdata"/>
    <w:aliases w:val="docy,v5,2075,baiaagaaboqcaaadvayaaavibgaaaaaaaaaaaaaaaaaaaaaaaaaaaaaaaaaaaaaaaaaaaaaaaaaaaaaaaaaaaaaaaaaaaaaaaaaaaaaaaaaaaaaaaaaaaaaaaaaaaaaaaaaaaaaaaaaaaaaaaaaaaaaaaaaaaaaaaaaaaaaaaaaaaaaaaaaaaaaaaaaaaaaaaaaaaaaaaaaaaaaaaaaaaaaaaaaaaaaaaaaaaaaa"/>
    <w:basedOn w:val="Normalny"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NormalnyWeb">
    <w:name w:val="Normal (Web)"/>
    <w:basedOn w:val="Normalny"/>
    <w:uiPriority w:val="99"/>
    <w:unhideWhenUsed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Bezodstpw">
    <w:name w:val="No Spacing"/>
    <w:uiPriority w:val="1"/>
    <w:qFormat/>
    <w:rsid w:val="00C26AE0"/>
    <w:rPr>
      <w:rFonts w:ascii="Calibri" w:hAnsi="Calibri"/>
      <w:sz w:val="22"/>
      <w:szCs w:val="22"/>
      <w:lang w:eastAsia="en-US"/>
    </w:rPr>
  </w:style>
  <w:style w:type="paragraph" w:customStyle="1" w:styleId="a">
    <w:name w:val="Абзац списку"/>
    <w:basedOn w:val="Normalny"/>
    <w:uiPriority w:val="34"/>
    <w:qFormat/>
    <w:rsid w:val="00C7203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F35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5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58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5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58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38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FDEF2-FBB6-4013-BD83-C675C785E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967676-476B-48C9-86A3-D971FA7813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03AA4A-48B4-4065-946B-C541CD076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1442</Words>
  <Characters>8653</Characters>
  <Application>Microsoft Office Word</Application>
  <DocSecurity>0</DocSecurity>
  <Lines>72</Lines>
  <Paragraphs>20</Paragraphs>
  <ScaleCrop>false</ScaleCrop>
  <Company>Hewlett-Packard Company</Company>
  <LinksUpToDate>false</LinksUpToDate>
  <CharactersWithSpaces>10075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User</dc:creator>
  <cp:keywords/>
  <cp:lastModifiedBy>Sekcja Jakości i Akr. KNS</cp:lastModifiedBy>
  <cp:revision>10</cp:revision>
  <cp:lastPrinted>2017-02-15T21:41:00Z</cp:lastPrinted>
  <dcterms:created xsi:type="dcterms:W3CDTF">2020-12-04T18:07:00Z</dcterms:created>
  <dcterms:modified xsi:type="dcterms:W3CDTF">2021-03-01T09:18:00Z</dcterms:modified>
</cp:coreProperties>
</file>